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D227A" w14:textId="77777777" w:rsidR="004F0667" w:rsidRPr="00A33F6F" w:rsidRDefault="00281D8E" w:rsidP="00AB43F8">
      <w:pPr>
        <w:rPr>
          <w:rFonts w:ascii="Univers Com 47 Light Cond" w:hAnsi="Univers Com 47 Light Cond"/>
          <w:sz w:val="24"/>
          <w:szCs w:val="24"/>
          <w:u w:val="single"/>
        </w:rPr>
      </w:pPr>
      <w:r w:rsidRPr="00A33F6F">
        <w:rPr>
          <w:rFonts w:ascii="DIN-Regular" w:hAnsi="DIN-Regular"/>
          <w:noProof/>
          <w:sz w:val="24"/>
          <w:szCs w:val="24"/>
        </w:rPr>
        <mc:AlternateContent>
          <mc:Choice Requires="wps">
            <w:drawing>
              <wp:anchor distT="0" distB="0" distL="114300" distR="114300" simplePos="0" relativeHeight="251661312" behindDoc="0" locked="0" layoutInCell="1" allowOverlap="1" wp14:anchorId="2A3B28F9" wp14:editId="3A9FAE40">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4B8DA10B" w14:textId="1EABF8AE" w:rsidR="005328A6" w:rsidRPr="000939CB" w:rsidRDefault="005328A6" w:rsidP="00245BAF">
                            <w:pPr>
                              <w:pStyle w:val="DallmerOrtsfeld8115"/>
                            </w:pPr>
                            <w:r>
                              <w:t xml:space="preserve">       Arnsberg, </w:t>
                            </w:r>
                            <w:r w:rsidR="002027AA">
                              <w:t>November</w:t>
                            </w:r>
                            <w:r>
                              <w:t xml:space="preserve"> 202</w:t>
                            </w:r>
                            <w:r w:rsidR="002027AA">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3B28F9"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4B8DA10B" w14:textId="1EABF8AE" w:rsidR="005328A6" w:rsidRPr="000939CB" w:rsidRDefault="005328A6" w:rsidP="00245BAF">
                      <w:pPr>
                        <w:pStyle w:val="DallmerOrtsfeld8115"/>
                      </w:pPr>
                      <w:r>
                        <w:t xml:space="preserve">       Arnsberg, </w:t>
                      </w:r>
                      <w:r w:rsidR="002027AA">
                        <w:t>November</w:t>
                      </w:r>
                      <w:r>
                        <w:t xml:space="preserve"> 202</w:t>
                      </w:r>
                      <w:r w:rsidR="002027AA">
                        <w:t>4</w:t>
                      </w:r>
                    </w:p>
                  </w:txbxContent>
                </v:textbox>
                <w10:wrap anchorx="page" anchory="page"/>
              </v:shape>
            </w:pict>
          </mc:Fallback>
        </mc:AlternateContent>
      </w:r>
      <w:r w:rsidR="00113A99" w:rsidRPr="00A33F6F">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AECA644" wp14:editId="03B35074">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C8AA81"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CA644"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17C8AA81"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roofErr w:type="spellStart"/>
      <w:r w:rsidR="00AB43F8" w:rsidRPr="00A33F6F">
        <w:rPr>
          <w:rFonts w:ascii="Univers Com 47 Light Cond" w:hAnsi="Univers Com 47 Light Cond"/>
          <w:sz w:val="24"/>
          <w:szCs w:val="24"/>
          <w:u w:val="single"/>
        </w:rPr>
        <w:t>CeraFrame</w:t>
      </w:r>
      <w:proofErr w:type="spellEnd"/>
      <w:r w:rsidR="00AB43F8" w:rsidRPr="00A33F6F">
        <w:rPr>
          <w:rFonts w:ascii="Univers Com 47 Light Cond" w:hAnsi="Univers Com 47 Light Cond"/>
          <w:sz w:val="24"/>
          <w:szCs w:val="24"/>
          <w:u w:val="single"/>
        </w:rPr>
        <w:t xml:space="preserve"> Liquid: die Duschrinne für fugenlose Bäder</w:t>
      </w:r>
    </w:p>
    <w:p w14:paraId="099062FD" w14:textId="77777777" w:rsidR="00AB43F8" w:rsidRPr="00A33F6F" w:rsidRDefault="00AB43F8" w:rsidP="00AB43F8">
      <w:pPr>
        <w:autoSpaceDE w:val="0"/>
        <w:autoSpaceDN w:val="0"/>
        <w:adjustRightInd w:val="0"/>
        <w:rPr>
          <w:rFonts w:ascii="Univers Com 47 Light Cond" w:hAnsi="Univers Com 47 Light Cond"/>
          <w:sz w:val="22"/>
          <w:szCs w:val="22"/>
        </w:rPr>
      </w:pPr>
    </w:p>
    <w:p w14:paraId="03322E06" w14:textId="77777777" w:rsidR="00AB43F8" w:rsidRPr="00A33F6F" w:rsidRDefault="00AB43F8" w:rsidP="00AB43F8">
      <w:pPr>
        <w:autoSpaceDE w:val="0"/>
        <w:autoSpaceDN w:val="0"/>
        <w:adjustRightInd w:val="0"/>
        <w:rPr>
          <w:rFonts w:ascii="Univers Com 47 Light Cond" w:hAnsi="Univers Com 47 Light Cond"/>
          <w:sz w:val="22"/>
          <w:szCs w:val="22"/>
        </w:rPr>
      </w:pPr>
      <w:r w:rsidRPr="00A33F6F">
        <w:rPr>
          <w:rFonts w:ascii="Univers Com 47 Light Cond" w:hAnsi="Univers Com 47 Light Cond"/>
          <w:sz w:val="22"/>
          <w:szCs w:val="22"/>
        </w:rPr>
        <w:t xml:space="preserve">Immer mehr </w:t>
      </w:r>
      <w:proofErr w:type="spellStart"/>
      <w:r w:rsidRPr="00A33F6F">
        <w:rPr>
          <w:rFonts w:ascii="Univers Com 47 Light Cond" w:hAnsi="Univers Com 47 Light Cond"/>
          <w:sz w:val="22"/>
          <w:szCs w:val="22"/>
        </w:rPr>
        <w:t>Badbesitzer:innen</w:t>
      </w:r>
      <w:proofErr w:type="spellEnd"/>
      <w:r w:rsidRPr="00A33F6F">
        <w:rPr>
          <w:rFonts w:ascii="Univers Com 47 Light Cond" w:hAnsi="Univers Com 47 Light Cond"/>
          <w:sz w:val="22"/>
          <w:szCs w:val="22"/>
        </w:rPr>
        <w:t xml:space="preserve"> wünschen sich im Duschbereich möglichst fugenlose Oberflächen. Daher werden häufig großformatige Fliesen verlegt oder Dünnschichtbeläge aufgetragen. Mit der </w:t>
      </w:r>
      <w:proofErr w:type="spellStart"/>
      <w:r w:rsidRPr="00A33F6F">
        <w:rPr>
          <w:rFonts w:ascii="Univers Com 47 Light Cond" w:hAnsi="Univers Com 47 Light Cond"/>
          <w:sz w:val="22"/>
          <w:szCs w:val="22"/>
        </w:rPr>
        <w:t>CeraFrame</w:t>
      </w:r>
      <w:proofErr w:type="spellEnd"/>
      <w:r w:rsidRPr="00A33F6F">
        <w:rPr>
          <w:rFonts w:ascii="Univers Com 47 Light Cond" w:hAnsi="Univers Com 47 Light Cond"/>
          <w:sz w:val="22"/>
          <w:szCs w:val="22"/>
        </w:rPr>
        <w:t xml:space="preserve"> Liquid hat </w:t>
      </w:r>
      <w:proofErr w:type="spellStart"/>
      <w:r w:rsidRPr="00A33F6F">
        <w:rPr>
          <w:rFonts w:ascii="Univers Com 47 Light Cond" w:hAnsi="Univers Com 47 Light Cond"/>
          <w:sz w:val="22"/>
          <w:szCs w:val="22"/>
        </w:rPr>
        <w:t>Dallmer</w:t>
      </w:r>
      <w:proofErr w:type="spellEnd"/>
      <w:r w:rsidRPr="00A33F6F">
        <w:rPr>
          <w:rFonts w:ascii="Univers Com 47 Light Cond" w:hAnsi="Univers Com 47 Light Cond"/>
          <w:sz w:val="22"/>
          <w:szCs w:val="22"/>
        </w:rPr>
        <w:t xml:space="preserve"> eine Duschrinne entwickelt, die speziell auf die Anforderungen von fugenlosen dünnschichtigen Spachtelsystemen abgestimmt ist. </w:t>
      </w:r>
      <w:proofErr w:type="spellStart"/>
      <w:r w:rsidRPr="00A33F6F">
        <w:rPr>
          <w:rFonts w:ascii="Univers Com 47 Light Cond" w:hAnsi="Univers Com 47 Light Cond"/>
          <w:sz w:val="22"/>
          <w:szCs w:val="22"/>
        </w:rPr>
        <w:t>CeraFrame</w:t>
      </w:r>
      <w:proofErr w:type="spellEnd"/>
      <w:r w:rsidRPr="00A33F6F">
        <w:rPr>
          <w:rFonts w:ascii="Univers Com 47 Light Cond" w:hAnsi="Univers Com 47 Light Cond"/>
          <w:sz w:val="22"/>
          <w:szCs w:val="22"/>
        </w:rPr>
        <w:t xml:space="preserve"> Liquid reiht sich als neues Mitglied in die bewährte </w:t>
      </w:r>
      <w:proofErr w:type="spellStart"/>
      <w:r w:rsidRPr="00A33F6F">
        <w:rPr>
          <w:rFonts w:ascii="Univers Com 47 Light Cond" w:hAnsi="Univers Com 47 Light Cond"/>
          <w:sz w:val="22"/>
          <w:szCs w:val="22"/>
        </w:rPr>
        <w:t>DallFlex</w:t>
      </w:r>
      <w:proofErr w:type="spellEnd"/>
      <w:r w:rsidRPr="00A33F6F">
        <w:rPr>
          <w:rFonts w:ascii="Univers Com 47 Light Cond" w:hAnsi="Univers Com 47 Light Cond"/>
          <w:sz w:val="22"/>
          <w:szCs w:val="22"/>
        </w:rPr>
        <w:t xml:space="preserve">-Duschrinnensystemfamilie von </w:t>
      </w:r>
      <w:proofErr w:type="spellStart"/>
      <w:r w:rsidRPr="00A33F6F">
        <w:rPr>
          <w:rFonts w:ascii="Univers Com 47 Light Cond" w:hAnsi="Univers Com 47 Light Cond"/>
          <w:sz w:val="22"/>
          <w:szCs w:val="22"/>
        </w:rPr>
        <w:t>Dallmer</w:t>
      </w:r>
      <w:proofErr w:type="spellEnd"/>
      <w:r w:rsidRPr="00A33F6F">
        <w:rPr>
          <w:rFonts w:ascii="Univers Com 47 Light Cond" w:hAnsi="Univers Com 47 Light Cond"/>
          <w:sz w:val="22"/>
          <w:szCs w:val="22"/>
        </w:rPr>
        <w:t xml:space="preserve"> ein.</w:t>
      </w:r>
    </w:p>
    <w:p w14:paraId="371C52CE" w14:textId="77777777" w:rsidR="00AB43F8" w:rsidRPr="00A33F6F" w:rsidRDefault="00AB43F8" w:rsidP="00AB43F8">
      <w:pPr>
        <w:autoSpaceDE w:val="0"/>
        <w:autoSpaceDN w:val="0"/>
        <w:adjustRightInd w:val="0"/>
        <w:rPr>
          <w:rFonts w:ascii="Univers Com 47 Light Cond" w:hAnsi="Univers Com 47 Light Cond"/>
          <w:sz w:val="22"/>
          <w:szCs w:val="22"/>
        </w:rPr>
      </w:pPr>
    </w:p>
    <w:p w14:paraId="54A16C46" w14:textId="73D07EA2" w:rsidR="00AB43F8" w:rsidRPr="00A33F6F" w:rsidRDefault="00AB43F8" w:rsidP="00AB43F8">
      <w:pPr>
        <w:autoSpaceDE w:val="0"/>
        <w:autoSpaceDN w:val="0"/>
        <w:adjustRightInd w:val="0"/>
        <w:rPr>
          <w:rFonts w:ascii="Univers Com 47 Light Cond" w:hAnsi="Univers Com 47 Light Cond"/>
          <w:sz w:val="22"/>
          <w:szCs w:val="22"/>
          <w:u w:val="single"/>
        </w:rPr>
      </w:pPr>
      <w:r w:rsidRPr="00A33F6F">
        <w:rPr>
          <w:rFonts w:ascii="Univers Com 47 Light Cond" w:hAnsi="Univers Com 47 Light Cond"/>
          <w:sz w:val="22"/>
          <w:szCs w:val="22"/>
          <w:u w:val="single"/>
        </w:rPr>
        <w:t>Was ist besonders?</w:t>
      </w:r>
    </w:p>
    <w:p w14:paraId="6FC972D8" w14:textId="5B8F84D9" w:rsidR="00F355C7" w:rsidRPr="00A33F6F" w:rsidRDefault="00AB43F8" w:rsidP="00AB43F8">
      <w:pPr>
        <w:autoSpaceDE w:val="0"/>
        <w:autoSpaceDN w:val="0"/>
        <w:adjustRightInd w:val="0"/>
        <w:rPr>
          <w:rFonts w:ascii="Univers Com 47 Light Cond" w:hAnsi="Univers Com 47 Light Cond"/>
          <w:sz w:val="22"/>
          <w:szCs w:val="22"/>
        </w:rPr>
      </w:pPr>
      <w:r w:rsidRPr="00A33F6F">
        <w:rPr>
          <w:rFonts w:ascii="Univers Com 47 Light Cond" w:hAnsi="Univers Com 47 Light Cond"/>
          <w:sz w:val="22"/>
          <w:szCs w:val="22"/>
        </w:rPr>
        <w:t xml:space="preserve">Die Kontur der Duschrinne </w:t>
      </w:r>
      <w:proofErr w:type="spellStart"/>
      <w:r w:rsidRPr="00A33F6F">
        <w:rPr>
          <w:rFonts w:ascii="Univers Com 47 Light Cond" w:hAnsi="Univers Com 47 Light Cond"/>
          <w:sz w:val="22"/>
          <w:szCs w:val="22"/>
        </w:rPr>
        <w:t>CeraFrame</w:t>
      </w:r>
      <w:proofErr w:type="spellEnd"/>
      <w:r w:rsidRPr="00A33F6F">
        <w:rPr>
          <w:rFonts w:ascii="Univers Com 47 Light Cond" w:hAnsi="Univers Com 47 Light Cond"/>
          <w:sz w:val="22"/>
          <w:szCs w:val="22"/>
        </w:rPr>
        <w:t xml:space="preserve"> Liquid ist optimal auf dünnschichtige Spachtelsysteme ausgelegt. Aufgrund der niedrigen Aufbauhöhe sind zudem keine hohen Schichtdicken mit langen Trocknungszeiten mehr notwendig. </w:t>
      </w:r>
      <w:r w:rsidR="00856604" w:rsidRPr="00A33F6F">
        <w:rPr>
          <w:rFonts w:ascii="Univers Com 47 Light Cond" w:hAnsi="Univers Com 47 Light Cond"/>
          <w:sz w:val="22"/>
          <w:szCs w:val="22"/>
        </w:rPr>
        <w:t xml:space="preserve">Die massive Bauweise, die komplett geschlossene Rinnenkontur der </w:t>
      </w:r>
      <w:proofErr w:type="spellStart"/>
      <w:r w:rsidR="00856604" w:rsidRPr="00A33F6F">
        <w:rPr>
          <w:rFonts w:ascii="Univers Com 47 Light Cond" w:hAnsi="Univers Com 47 Light Cond"/>
          <w:sz w:val="22"/>
          <w:szCs w:val="22"/>
        </w:rPr>
        <w:t>CeraFrame</w:t>
      </w:r>
      <w:proofErr w:type="spellEnd"/>
      <w:r w:rsidR="00856604" w:rsidRPr="00A33F6F">
        <w:rPr>
          <w:rFonts w:ascii="Univers Com 47 Light Cond" w:hAnsi="Univers Com 47 Light Cond"/>
          <w:sz w:val="22"/>
          <w:szCs w:val="22"/>
        </w:rPr>
        <w:t xml:space="preserve"> Liquid und die dichte Verbindung zum dazugehörigen </w:t>
      </w:r>
      <w:proofErr w:type="spellStart"/>
      <w:r w:rsidR="00856604" w:rsidRPr="00A33F6F">
        <w:rPr>
          <w:rFonts w:ascii="Univers Com 47 Light Cond" w:hAnsi="Univers Com 47 Light Cond"/>
          <w:sz w:val="22"/>
          <w:szCs w:val="22"/>
        </w:rPr>
        <w:t>DallFlex</w:t>
      </w:r>
      <w:proofErr w:type="spellEnd"/>
      <w:r w:rsidR="00856604" w:rsidRPr="00A33F6F">
        <w:rPr>
          <w:rFonts w:ascii="Univers Com 47 Light Cond" w:hAnsi="Univers Com 47 Light Cond"/>
          <w:sz w:val="22"/>
          <w:szCs w:val="22"/>
        </w:rPr>
        <w:t xml:space="preserve">-Ablaufgehäuse verhindern das Eintreten von Feuchtigkeit unter den Belag. Dadurch bietet die </w:t>
      </w:r>
      <w:proofErr w:type="spellStart"/>
      <w:r w:rsidR="00856604" w:rsidRPr="00A33F6F">
        <w:rPr>
          <w:rFonts w:ascii="Univers Com 47 Light Cond" w:hAnsi="Univers Com 47 Light Cond"/>
          <w:sz w:val="22"/>
          <w:szCs w:val="22"/>
        </w:rPr>
        <w:t>CeraFrame</w:t>
      </w:r>
      <w:proofErr w:type="spellEnd"/>
      <w:r w:rsidR="00856604" w:rsidRPr="00A33F6F">
        <w:rPr>
          <w:rFonts w:ascii="Univers Com 47 Light Cond" w:hAnsi="Univers Com 47 Light Cond"/>
          <w:sz w:val="22"/>
          <w:szCs w:val="22"/>
        </w:rPr>
        <w:t xml:space="preserve"> Liquid sowohl für </w:t>
      </w:r>
      <w:proofErr w:type="spellStart"/>
      <w:r w:rsidR="00856604" w:rsidRPr="00A33F6F">
        <w:rPr>
          <w:rFonts w:ascii="Univers Com 47 Light Cond" w:hAnsi="Univers Com 47 Light Cond"/>
          <w:sz w:val="22"/>
          <w:szCs w:val="22"/>
        </w:rPr>
        <w:t>Verarbeiter:innen</w:t>
      </w:r>
      <w:proofErr w:type="spellEnd"/>
      <w:r w:rsidR="00856604" w:rsidRPr="00A33F6F">
        <w:rPr>
          <w:rFonts w:ascii="Univers Com 47 Light Cond" w:hAnsi="Univers Com 47 Light Cond"/>
          <w:sz w:val="22"/>
          <w:szCs w:val="22"/>
        </w:rPr>
        <w:t xml:space="preserve"> als auch </w:t>
      </w:r>
      <w:proofErr w:type="spellStart"/>
      <w:r w:rsidR="00856604" w:rsidRPr="00A33F6F">
        <w:rPr>
          <w:rFonts w:ascii="Univers Com 47 Light Cond" w:hAnsi="Univers Com 47 Light Cond"/>
          <w:sz w:val="22"/>
          <w:szCs w:val="22"/>
        </w:rPr>
        <w:t>Nutzer:innen</w:t>
      </w:r>
      <w:proofErr w:type="spellEnd"/>
      <w:r w:rsidR="00856604" w:rsidRPr="00A33F6F">
        <w:rPr>
          <w:rFonts w:ascii="Univers Com 47 Light Cond" w:hAnsi="Univers Com 47 Light Cond"/>
          <w:sz w:val="22"/>
          <w:szCs w:val="22"/>
        </w:rPr>
        <w:t xml:space="preserve"> bestmögliche Sicherheit.</w:t>
      </w:r>
      <w:r w:rsidR="008A087E" w:rsidRPr="00A33F6F">
        <w:rPr>
          <w:rFonts w:ascii="Univers Com 47 Light Cond" w:hAnsi="Univers Com 47 Light Cond"/>
          <w:sz w:val="22"/>
          <w:szCs w:val="22"/>
        </w:rPr>
        <w:t xml:space="preserve"> Andernfalls könnten Blasen, Abplatzungen und Verfärbungen am Material entstehen, wenn z. B. während des Duschvorgangs Feuchtigkeit unter den Belag gelangt.</w:t>
      </w:r>
    </w:p>
    <w:p w14:paraId="605240C9" w14:textId="77777777" w:rsidR="00C02AC1" w:rsidRPr="00A33F6F" w:rsidRDefault="00C02AC1" w:rsidP="00AB43F8">
      <w:pPr>
        <w:autoSpaceDE w:val="0"/>
        <w:autoSpaceDN w:val="0"/>
        <w:adjustRightInd w:val="0"/>
        <w:rPr>
          <w:rFonts w:ascii="Univers Com 47 Light Cond" w:hAnsi="Univers Com 47 Light Cond"/>
          <w:sz w:val="22"/>
          <w:szCs w:val="22"/>
        </w:rPr>
      </w:pPr>
    </w:p>
    <w:p w14:paraId="4E8C3BDB" w14:textId="77777777" w:rsidR="00C02AC1" w:rsidRPr="00A33F6F" w:rsidRDefault="00C02AC1" w:rsidP="00C02AC1">
      <w:pPr>
        <w:autoSpaceDE w:val="0"/>
        <w:autoSpaceDN w:val="0"/>
        <w:adjustRightInd w:val="0"/>
        <w:rPr>
          <w:rFonts w:ascii="Univers Com 47 Light Cond" w:hAnsi="Univers Com 47 Light Cond"/>
          <w:sz w:val="22"/>
          <w:szCs w:val="22"/>
          <w:u w:val="single"/>
        </w:rPr>
      </w:pPr>
      <w:r w:rsidRPr="00A33F6F">
        <w:rPr>
          <w:rFonts w:ascii="Univers Com 47 Light Cond" w:hAnsi="Univers Com 47 Light Cond"/>
          <w:sz w:val="22"/>
          <w:szCs w:val="22"/>
          <w:u w:val="single"/>
        </w:rPr>
        <w:t>Sichere, komfortable und flexible Lösung</w:t>
      </w:r>
    </w:p>
    <w:p w14:paraId="74E11C6B" w14:textId="38B4AE41" w:rsidR="00C02AC1" w:rsidRPr="00A33F6F" w:rsidRDefault="00C02AC1" w:rsidP="00C02AC1">
      <w:pPr>
        <w:autoSpaceDE w:val="0"/>
        <w:autoSpaceDN w:val="0"/>
        <w:adjustRightInd w:val="0"/>
        <w:rPr>
          <w:rFonts w:ascii="Univers Com 47 Light Cond" w:hAnsi="Univers Com 47 Light Cond"/>
          <w:sz w:val="22"/>
          <w:szCs w:val="22"/>
        </w:rPr>
      </w:pPr>
      <w:r w:rsidRPr="00A33F6F">
        <w:rPr>
          <w:rFonts w:ascii="Univers Com 47 Light Cond" w:hAnsi="Univers Com 47 Light Cond"/>
          <w:sz w:val="22"/>
          <w:szCs w:val="22"/>
        </w:rPr>
        <w:t xml:space="preserve">Für eine optimale Abdichtung gemäß DIN 18534 sorgt die klickbare Dichtmanschette des </w:t>
      </w:r>
      <w:proofErr w:type="spellStart"/>
      <w:r w:rsidRPr="00A33F6F">
        <w:rPr>
          <w:rFonts w:ascii="Univers Com 47 Light Cond" w:hAnsi="Univers Com 47 Light Cond"/>
          <w:sz w:val="22"/>
          <w:szCs w:val="22"/>
        </w:rPr>
        <w:t>DallFlex</w:t>
      </w:r>
      <w:proofErr w:type="spellEnd"/>
      <w:r w:rsidRPr="00A33F6F">
        <w:rPr>
          <w:rFonts w:ascii="Univers Com 47 Light Cond" w:hAnsi="Univers Com 47 Light Cond"/>
          <w:sz w:val="22"/>
          <w:szCs w:val="22"/>
        </w:rPr>
        <w:t xml:space="preserve">-Ablaufgehäuses. Außerdem verfügt das </w:t>
      </w:r>
      <w:proofErr w:type="spellStart"/>
      <w:r w:rsidRPr="00A33F6F">
        <w:rPr>
          <w:rFonts w:ascii="Univers Com 47 Light Cond" w:hAnsi="Univers Com 47 Light Cond"/>
          <w:sz w:val="22"/>
          <w:szCs w:val="22"/>
        </w:rPr>
        <w:t>DallFlex</w:t>
      </w:r>
      <w:proofErr w:type="spellEnd"/>
      <w:r w:rsidRPr="00A33F6F">
        <w:rPr>
          <w:rFonts w:ascii="Univers Com 47 Light Cond" w:hAnsi="Univers Com 47 Light Cond"/>
          <w:sz w:val="22"/>
          <w:szCs w:val="22"/>
        </w:rPr>
        <w:t xml:space="preserve">-System über gute Reinigungs- und Wartungseigenschaften. </w:t>
      </w:r>
    </w:p>
    <w:p w14:paraId="7B0C293B" w14:textId="77777777" w:rsidR="00C02AC1" w:rsidRPr="00A33F6F" w:rsidRDefault="00C02AC1" w:rsidP="00C02AC1">
      <w:pPr>
        <w:autoSpaceDE w:val="0"/>
        <w:autoSpaceDN w:val="0"/>
        <w:adjustRightInd w:val="0"/>
        <w:rPr>
          <w:rFonts w:ascii="Univers Com 47 Light Cond" w:hAnsi="Univers Com 47 Light Cond"/>
          <w:sz w:val="22"/>
          <w:szCs w:val="22"/>
        </w:rPr>
      </w:pPr>
    </w:p>
    <w:p w14:paraId="3D8FB144" w14:textId="7F60624D" w:rsidR="001E0108" w:rsidRPr="00A33F6F" w:rsidRDefault="00C02AC1" w:rsidP="00C02AC1">
      <w:pPr>
        <w:autoSpaceDE w:val="0"/>
        <w:autoSpaceDN w:val="0"/>
        <w:adjustRightInd w:val="0"/>
        <w:rPr>
          <w:rFonts w:ascii="Univers Com 47 Light Cond" w:hAnsi="Univers Com 47 Light Cond"/>
          <w:sz w:val="22"/>
          <w:szCs w:val="22"/>
        </w:rPr>
      </w:pPr>
      <w:r w:rsidRPr="00A33F6F">
        <w:rPr>
          <w:rFonts w:ascii="Univers Com 47 Light Cond" w:hAnsi="Univers Com 47 Light Cond"/>
          <w:sz w:val="22"/>
          <w:szCs w:val="22"/>
        </w:rPr>
        <w:t xml:space="preserve">Auch die Abdeckung </w:t>
      </w:r>
      <w:r w:rsidR="004F52F9" w:rsidRPr="00A33F6F">
        <w:rPr>
          <w:rFonts w:ascii="Univers Com 47 Light Cond" w:hAnsi="Univers Com 47 Light Cond"/>
          <w:sz w:val="22"/>
          <w:szCs w:val="22"/>
        </w:rPr>
        <w:t xml:space="preserve">der </w:t>
      </w:r>
      <w:proofErr w:type="spellStart"/>
      <w:r w:rsidR="009D641F" w:rsidRPr="00A33F6F">
        <w:rPr>
          <w:rFonts w:ascii="Univers Com 47 Light Cond" w:hAnsi="Univers Com 47 Light Cond"/>
          <w:sz w:val="22"/>
          <w:szCs w:val="22"/>
        </w:rPr>
        <w:t>C</w:t>
      </w:r>
      <w:r w:rsidR="004F52F9" w:rsidRPr="00A33F6F">
        <w:rPr>
          <w:rFonts w:ascii="Univers Com 47 Light Cond" w:hAnsi="Univers Com 47 Light Cond"/>
          <w:sz w:val="22"/>
          <w:szCs w:val="22"/>
        </w:rPr>
        <w:t>era</w:t>
      </w:r>
      <w:r w:rsidR="009D641F" w:rsidRPr="00A33F6F">
        <w:rPr>
          <w:rFonts w:ascii="Univers Com 47 Light Cond" w:hAnsi="Univers Com 47 Light Cond"/>
          <w:sz w:val="22"/>
          <w:szCs w:val="22"/>
        </w:rPr>
        <w:t>F</w:t>
      </w:r>
      <w:r w:rsidR="004F52F9" w:rsidRPr="00A33F6F">
        <w:rPr>
          <w:rFonts w:ascii="Univers Com 47 Light Cond" w:hAnsi="Univers Com 47 Light Cond"/>
          <w:sz w:val="22"/>
          <w:szCs w:val="22"/>
        </w:rPr>
        <w:t>rame</w:t>
      </w:r>
      <w:proofErr w:type="spellEnd"/>
      <w:r w:rsidR="00FF697C" w:rsidRPr="00A33F6F">
        <w:rPr>
          <w:rFonts w:ascii="Univers Com 47 Light Cond" w:hAnsi="Univers Com 47 Light Cond"/>
          <w:sz w:val="22"/>
          <w:szCs w:val="22"/>
        </w:rPr>
        <w:t xml:space="preserve"> L</w:t>
      </w:r>
      <w:r w:rsidR="004F52F9" w:rsidRPr="00A33F6F">
        <w:rPr>
          <w:rFonts w:ascii="Univers Com 47 Light Cond" w:hAnsi="Univers Com 47 Light Cond"/>
          <w:sz w:val="22"/>
          <w:szCs w:val="22"/>
        </w:rPr>
        <w:t xml:space="preserve">iquid </w:t>
      </w:r>
      <w:r w:rsidRPr="00A33F6F">
        <w:rPr>
          <w:rFonts w:ascii="Univers Com 47 Light Cond" w:hAnsi="Univers Com 47 Light Cond"/>
          <w:sz w:val="22"/>
          <w:szCs w:val="22"/>
        </w:rPr>
        <w:t>wird mit dem dünnschichtigen Bodenbelag aufgefüllt. Somit integriert sich die Duschrinne optimal in den</w:t>
      </w:r>
      <w:r w:rsidR="00F248F9" w:rsidRPr="00A33F6F">
        <w:rPr>
          <w:rFonts w:ascii="Univers Com 47 Light Cond" w:hAnsi="Univers Com 47 Light Cond"/>
          <w:sz w:val="22"/>
          <w:szCs w:val="22"/>
        </w:rPr>
        <w:t xml:space="preserve"> </w:t>
      </w:r>
      <w:r w:rsidRPr="00A33F6F">
        <w:rPr>
          <w:rFonts w:ascii="Univers Com 47 Light Cond" w:hAnsi="Univers Com 47 Light Cond"/>
          <w:sz w:val="22"/>
          <w:szCs w:val="22"/>
        </w:rPr>
        <w:t>Duschbereich.</w:t>
      </w:r>
      <w:r w:rsidR="001E0108" w:rsidRPr="00A33F6F">
        <w:t xml:space="preserve"> </w:t>
      </w:r>
      <w:r w:rsidR="001E0108" w:rsidRPr="00A33F6F">
        <w:rPr>
          <w:rFonts w:ascii="Univers Com 47 Light Cond" w:hAnsi="Univers Com 47 Light Cond"/>
          <w:sz w:val="22"/>
          <w:szCs w:val="22"/>
        </w:rPr>
        <w:t xml:space="preserve">Durch die </w:t>
      </w:r>
      <w:proofErr w:type="spellStart"/>
      <w:r w:rsidR="009D641F" w:rsidRPr="00A33F6F">
        <w:rPr>
          <w:rFonts w:ascii="Univers Com 47 Light Cond" w:hAnsi="Univers Com 47 Light Cond"/>
          <w:sz w:val="22"/>
          <w:szCs w:val="22"/>
        </w:rPr>
        <w:t>C</w:t>
      </w:r>
      <w:r w:rsidR="001E0108" w:rsidRPr="00A33F6F">
        <w:rPr>
          <w:rFonts w:ascii="Univers Com 47 Light Cond" w:hAnsi="Univers Com 47 Light Cond"/>
          <w:sz w:val="22"/>
          <w:szCs w:val="22"/>
        </w:rPr>
        <w:t>era</w:t>
      </w:r>
      <w:r w:rsidR="009D641F" w:rsidRPr="00A33F6F">
        <w:rPr>
          <w:rFonts w:ascii="Univers Com 47 Light Cond" w:hAnsi="Univers Com 47 Light Cond"/>
          <w:sz w:val="22"/>
          <w:szCs w:val="22"/>
        </w:rPr>
        <w:t>F</w:t>
      </w:r>
      <w:r w:rsidR="001E0108" w:rsidRPr="00A33F6F">
        <w:rPr>
          <w:rFonts w:ascii="Univers Com 47 Light Cond" w:hAnsi="Univers Com 47 Light Cond"/>
          <w:sz w:val="22"/>
          <w:szCs w:val="22"/>
        </w:rPr>
        <w:t>rame</w:t>
      </w:r>
      <w:proofErr w:type="spellEnd"/>
      <w:r w:rsidR="001E0108" w:rsidRPr="00A33F6F">
        <w:rPr>
          <w:rFonts w:ascii="Univers Com 47 Light Cond" w:hAnsi="Univers Com 47 Light Cond"/>
          <w:sz w:val="22"/>
          <w:szCs w:val="22"/>
        </w:rPr>
        <w:t xml:space="preserve"> </w:t>
      </w:r>
      <w:r w:rsidR="009D641F" w:rsidRPr="00A33F6F">
        <w:rPr>
          <w:rFonts w:ascii="Univers Com 47 Light Cond" w:hAnsi="Univers Com 47 Light Cond"/>
          <w:sz w:val="22"/>
          <w:szCs w:val="22"/>
        </w:rPr>
        <w:t>L</w:t>
      </w:r>
      <w:r w:rsidR="001E0108" w:rsidRPr="00A33F6F">
        <w:rPr>
          <w:rFonts w:ascii="Univers Com 47 Light Cond" w:hAnsi="Univers Com 47 Light Cond"/>
          <w:sz w:val="22"/>
          <w:szCs w:val="22"/>
        </w:rPr>
        <w:t xml:space="preserve">iquid gewinnt das </w:t>
      </w:r>
      <w:proofErr w:type="spellStart"/>
      <w:r w:rsidR="009D641F" w:rsidRPr="00A33F6F">
        <w:rPr>
          <w:rFonts w:ascii="Univers Com 47 Light Cond" w:hAnsi="Univers Com 47 Light Cond"/>
          <w:sz w:val="22"/>
          <w:szCs w:val="22"/>
        </w:rPr>
        <w:t>D</w:t>
      </w:r>
      <w:r w:rsidR="001E0108" w:rsidRPr="00A33F6F">
        <w:rPr>
          <w:rFonts w:ascii="Univers Com 47 Light Cond" w:hAnsi="Univers Com 47 Light Cond"/>
          <w:sz w:val="22"/>
          <w:szCs w:val="22"/>
        </w:rPr>
        <w:t>all</w:t>
      </w:r>
      <w:r w:rsidR="009D641F" w:rsidRPr="00A33F6F">
        <w:rPr>
          <w:rFonts w:ascii="Univers Com 47 Light Cond" w:hAnsi="Univers Com 47 Light Cond"/>
          <w:sz w:val="22"/>
          <w:szCs w:val="22"/>
        </w:rPr>
        <w:t>F</w:t>
      </w:r>
      <w:r w:rsidR="001E0108" w:rsidRPr="00A33F6F">
        <w:rPr>
          <w:rFonts w:ascii="Univers Com 47 Light Cond" w:hAnsi="Univers Com 47 Light Cond"/>
          <w:sz w:val="22"/>
          <w:szCs w:val="22"/>
        </w:rPr>
        <w:t>lex</w:t>
      </w:r>
      <w:proofErr w:type="spellEnd"/>
      <w:r w:rsidR="001E0108" w:rsidRPr="00A33F6F">
        <w:rPr>
          <w:rFonts w:ascii="Univers Com 47 Light Cond" w:hAnsi="Univers Com 47 Light Cond"/>
          <w:sz w:val="22"/>
          <w:szCs w:val="22"/>
        </w:rPr>
        <w:t>-</w:t>
      </w:r>
      <w:r w:rsidR="009D641F" w:rsidRPr="00A33F6F">
        <w:rPr>
          <w:rFonts w:ascii="Univers Com 47 Light Cond" w:hAnsi="Univers Com 47 Light Cond"/>
          <w:sz w:val="22"/>
          <w:szCs w:val="22"/>
        </w:rPr>
        <w:t>A</w:t>
      </w:r>
      <w:r w:rsidR="001E0108" w:rsidRPr="00A33F6F">
        <w:rPr>
          <w:rFonts w:ascii="Univers Com 47 Light Cond" w:hAnsi="Univers Com 47 Light Cond"/>
          <w:sz w:val="22"/>
          <w:szCs w:val="22"/>
        </w:rPr>
        <w:t>blaufgehäuse</w:t>
      </w:r>
      <w:r w:rsidR="001E1F8B" w:rsidRPr="00A33F6F">
        <w:rPr>
          <w:rFonts w:ascii="Univers Com 47 Light Cond" w:hAnsi="Univers Com 47 Light Cond"/>
          <w:sz w:val="22"/>
          <w:szCs w:val="22"/>
        </w:rPr>
        <w:t xml:space="preserve">, welches bereits mit einer großen </w:t>
      </w:r>
      <w:r w:rsidR="009D641F" w:rsidRPr="00A33F6F">
        <w:rPr>
          <w:rFonts w:ascii="Univers Com 47 Light Cond" w:hAnsi="Univers Com 47 Light Cond"/>
          <w:sz w:val="22"/>
          <w:szCs w:val="22"/>
        </w:rPr>
        <w:t>D</w:t>
      </w:r>
      <w:r w:rsidR="001E1F8B" w:rsidRPr="00A33F6F">
        <w:rPr>
          <w:rFonts w:ascii="Univers Com 47 Light Cond" w:hAnsi="Univers Com 47 Light Cond"/>
          <w:sz w:val="22"/>
          <w:szCs w:val="22"/>
        </w:rPr>
        <w:t xml:space="preserve">uschrinnenvielfalt kombiniert werden kann, </w:t>
      </w:r>
      <w:r w:rsidR="001E0108" w:rsidRPr="00A33F6F">
        <w:rPr>
          <w:rFonts w:ascii="Univers Com 47 Light Cond" w:hAnsi="Univers Com 47 Light Cond"/>
          <w:sz w:val="22"/>
          <w:szCs w:val="22"/>
        </w:rPr>
        <w:t xml:space="preserve">noch mehr an </w:t>
      </w:r>
      <w:r w:rsidR="009D641F" w:rsidRPr="00A33F6F">
        <w:rPr>
          <w:rFonts w:ascii="Univers Com 47 Light Cond" w:hAnsi="Univers Com 47 Light Cond"/>
          <w:sz w:val="22"/>
          <w:szCs w:val="22"/>
        </w:rPr>
        <w:t>F</w:t>
      </w:r>
      <w:r w:rsidR="001E0108" w:rsidRPr="00A33F6F">
        <w:rPr>
          <w:rFonts w:ascii="Univers Com 47 Light Cond" w:hAnsi="Univers Com 47 Light Cond"/>
          <w:sz w:val="22"/>
          <w:szCs w:val="22"/>
        </w:rPr>
        <w:t>lexibilität</w:t>
      </w:r>
      <w:r w:rsidR="001E1F8B" w:rsidRPr="00A33F6F">
        <w:rPr>
          <w:rFonts w:ascii="Univers Com 47 Light Cond" w:hAnsi="Univers Com 47 Light Cond"/>
          <w:sz w:val="22"/>
          <w:szCs w:val="22"/>
        </w:rPr>
        <w:t xml:space="preserve">. </w:t>
      </w:r>
      <w:r w:rsidR="009D641F" w:rsidRPr="00A33F6F">
        <w:rPr>
          <w:rFonts w:ascii="Univers Com 47 Light Cond" w:hAnsi="Univers Com 47 Light Cond"/>
          <w:sz w:val="22"/>
          <w:szCs w:val="22"/>
        </w:rPr>
        <w:t>D</w:t>
      </w:r>
      <w:r w:rsidR="001E1F8B" w:rsidRPr="00A33F6F">
        <w:rPr>
          <w:rFonts w:ascii="Univers Com 47 Light Cond" w:hAnsi="Univers Com 47 Light Cond"/>
          <w:sz w:val="22"/>
          <w:szCs w:val="22"/>
        </w:rPr>
        <w:t>enn</w:t>
      </w:r>
      <w:r w:rsidR="001E0108" w:rsidRPr="00A33F6F">
        <w:rPr>
          <w:rFonts w:ascii="Univers Com 47 Light Cond" w:hAnsi="Univers Com 47 Light Cond"/>
          <w:sz w:val="22"/>
          <w:szCs w:val="22"/>
        </w:rPr>
        <w:t xml:space="preserve"> nun </w:t>
      </w:r>
      <w:r w:rsidR="001E1F8B" w:rsidRPr="00A33F6F">
        <w:rPr>
          <w:rFonts w:ascii="Univers Com 47 Light Cond" w:hAnsi="Univers Com 47 Light Cond"/>
          <w:sz w:val="22"/>
          <w:szCs w:val="22"/>
        </w:rPr>
        <w:t xml:space="preserve">können </w:t>
      </w:r>
      <w:r w:rsidR="001E0108" w:rsidRPr="00A33F6F">
        <w:rPr>
          <w:rFonts w:ascii="Univers Com 47 Light Cond" w:hAnsi="Univers Com 47 Light Cond"/>
          <w:sz w:val="22"/>
          <w:szCs w:val="22"/>
        </w:rPr>
        <w:t xml:space="preserve">auch dünnschichtige </w:t>
      </w:r>
      <w:r w:rsidR="009D641F" w:rsidRPr="00A33F6F">
        <w:rPr>
          <w:rFonts w:ascii="Univers Com 47 Light Cond" w:hAnsi="Univers Com 47 Light Cond"/>
          <w:sz w:val="22"/>
          <w:szCs w:val="22"/>
        </w:rPr>
        <w:t>S</w:t>
      </w:r>
      <w:r w:rsidR="001E0108" w:rsidRPr="00A33F6F">
        <w:rPr>
          <w:rFonts w:ascii="Univers Com 47 Light Cond" w:hAnsi="Univers Com 47 Light Cond"/>
          <w:sz w:val="22"/>
          <w:szCs w:val="22"/>
        </w:rPr>
        <w:t xml:space="preserve">pachtelsysteme anstelle eines </w:t>
      </w:r>
      <w:r w:rsidR="009D641F" w:rsidRPr="00A33F6F">
        <w:rPr>
          <w:rFonts w:ascii="Univers Com 47 Light Cond" w:hAnsi="Univers Com 47 Light Cond"/>
          <w:sz w:val="22"/>
          <w:szCs w:val="22"/>
        </w:rPr>
        <w:t>F</w:t>
      </w:r>
      <w:r w:rsidR="001E0108" w:rsidRPr="00A33F6F">
        <w:rPr>
          <w:rFonts w:ascii="Univers Com 47 Light Cond" w:hAnsi="Univers Com 47 Light Cond"/>
          <w:sz w:val="22"/>
          <w:szCs w:val="22"/>
        </w:rPr>
        <w:t>liesenbelags sicher und sorgenfrei realisiert werden.</w:t>
      </w:r>
    </w:p>
    <w:p w14:paraId="61F9782F" w14:textId="77777777" w:rsidR="008A087E" w:rsidRPr="00A33F6F" w:rsidRDefault="008A087E" w:rsidP="00C02AC1">
      <w:pPr>
        <w:autoSpaceDE w:val="0"/>
        <w:autoSpaceDN w:val="0"/>
        <w:adjustRightInd w:val="0"/>
        <w:rPr>
          <w:rFonts w:ascii="Univers Com 47 Light Cond" w:hAnsi="Univers Com 47 Light Cond"/>
          <w:sz w:val="22"/>
          <w:szCs w:val="22"/>
        </w:rPr>
      </w:pPr>
    </w:p>
    <w:p w14:paraId="5E53C503" w14:textId="34F62515" w:rsidR="00C02AC1" w:rsidRPr="00A33F6F" w:rsidRDefault="00C02AC1" w:rsidP="00C02AC1">
      <w:pPr>
        <w:autoSpaceDE w:val="0"/>
        <w:autoSpaceDN w:val="0"/>
        <w:adjustRightInd w:val="0"/>
        <w:rPr>
          <w:rFonts w:ascii="Univers Com 47 Light Cond" w:hAnsi="Univers Com 47 Light Cond"/>
          <w:sz w:val="22"/>
          <w:szCs w:val="22"/>
        </w:rPr>
      </w:pPr>
      <w:r w:rsidRPr="00A33F6F">
        <w:rPr>
          <w:rFonts w:ascii="Univers Com 47 Light Cond" w:hAnsi="Univers Com 47 Light Cond"/>
          <w:sz w:val="22"/>
          <w:szCs w:val="22"/>
        </w:rPr>
        <w:t xml:space="preserve">Die Duschrinne </w:t>
      </w:r>
      <w:proofErr w:type="spellStart"/>
      <w:r w:rsidRPr="00A33F6F">
        <w:rPr>
          <w:rFonts w:ascii="Univers Com 47 Light Cond" w:hAnsi="Univers Com 47 Light Cond"/>
          <w:sz w:val="22"/>
          <w:szCs w:val="22"/>
        </w:rPr>
        <w:t>CeraFrame</w:t>
      </w:r>
      <w:proofErr w:type="spellEnd"/>
      <w:r w:rsidRPr="00A33F6F">
        <w:rPr>
          <w:rFonts w:ascii="Univers Com 47 Light Cond" w:hAnsi="Univers Com 47 Light Cond"/>
          <w:sz w:val="22"/>
          <w:szCs w:val="22"/>
        </w:rPr>
        <w:t xml:space="preserve"> Liquid ist mit den</w:t>
      </w:r>
      <w:r w:rsidR="00F248F9" w:rsidRPr="00A33F6F">
        <w:rPr>
          <w:rFonts w:ascii="Univers Com 47 Light Cond" w:hAnsi="Univers Com 47 Light Cond"/>
          <w:sz w:val="22"/>
          <w:szCs w:val="22"/>
        </w:rPr>
        <w:t xml:space="preserve"> </w:t>
      </w:r>
      <w:proofErr w:type="spellStart"/>
      <w:r w:rsidRPr="00A33F6F">
        <w:rPr>
          <w:rFonts w:ascii="Univers Com 47 Light Cond" w:hAnsi="Univers Com 47 Light Cond"/>
          <w:sz w:val="22"/>
          <w:szCs w:val="22"/>
        </w:rPr>
        <w:t>DallFlex</w:t>
      </w:r>
      <w:proofErr w:type="spellEnd"/>
      <w:r w:rsidRPr="00A33F6F">
        <w:rPr>
          <w:rFonts w:ascii="Univers Com 47 Light Cond" w:hAnsi="Univers Com 47 Light Cond"/>
          <w:sz w:val="22"/>
          <w:szCs w:val="22"/>
        </w:rPr>
        <w:t xml:space="preserve">-Ablaufgehäusen </w:t>
      </w:r>
      <w:bookmarkStart w:id="0" w:name="_GoBack"/>
      <w:bookmarkEnd w:id="0"/>
      <w:r w:rsidRPr="00A33F6F">
        <w:rPr>
          <w:rFonts w:ascii="Univers Com 47 Light Cond" w:hAnsi="Univers Com 47 Light Cond"/>
          <w:sz w:val="22"/>
          <w:szCs w:val="22"/>
        </w:rPr>
        <w:t>Norm, Plan und senkrecht kompatibel.</w:t>
      </w:r>
    </w:p>
    <w:p w14:paraId="4EB9E6B2" w14:textId="77777777" w:rsidR="00C02AC1" w:rsidRPr="00A33F6F" w:rsidRDefault="00C02AC1" w:rsidP="00C02AC1">
      <w:pPr>
        <w:autoSpaceDE w:val="0"/>
        <w:autoSpaceDN w:val="0"/>
        <w:adjustRightInd w:val="0"/>
        <w:rPr>
          <w:rFonts w:ascii="Univers Com 47 Light Cond" w:hAnsi="Univers Com 47 Light Cond"/>
          <w:sz w:val="22"/>
          <w:szCs w:val="22"/>
        </w:rPr>
      </w:pPr>
    </w:p>
    <w:p w14:paraId="0C730E3E" w14:textId="4418A01E" w:rsidR="008A087E" w:rsidRPr="00A33F6F" w:rsidRDefault="001567EE" w:rsidP="00C02AC1">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Weitere Informationen</w:t>
      </w:r>
      <w:r w:rsidR="00C02AC1" w:rsidRPr="00A33F6F">
        <w:rPr>
          <w:rFonts w:ascii="Univers Com 47 Light Cond" w:hAnsi="Univers Com 47 Light Cond"/>
          <w:sz w:val="22"/>
          <w:szCs w:val="22"/>
        </w:rPr>
        <w:t>:</w:t>
      </w:r>
      <w:r w:rsidR="009D641F" w:rsidRPr="00A33F6F">
        <w:rPr>
          <w:rFonts w:ascii="Univers Com 47 Light Cond" w:hAnsi="Univers Com 47 Light Cond"/>
          <w:sz w:val="22"/>
          <w:szCs w:val="22"/>
        </w:rPr>
        <w:t xml:space="preserve"> </w:t>
      </w:r>
    </w:p>
    <w:p w14:paraId="7F5CE7F2" w14:textId="2BE85E36" w:rsidR="003862E5" w:rsidRPr="00C02AC1" w:rsidRDefault="00557592" w:rsidP="00C02AC1">
      <w:pPr>
        <w:autoSpaceDE w:val="0"/>
        <w:autoSpaceDN w:val="0"/>
        <w:adjustRightInd w:val="0"/>
        <w:rPr>
          <w:rFonts w:ascii="Univers Com 47 Light Cond" w:hAnsi="Univers Com 47 Light Cond"/>
          <w:sz w:val="22"/>
          <w:szCs w:val="22"/>
        </w:rPr>
      </w:pPr>
      <w:r w:rsidRPr="00A33F6F">
        <w:rPr>
          <w:rFonts w:ascii="Univers Com 47 Light Cond" w:hAnsi="Univers Com 47 Light Cond"/>
          <w:sz w:val="22"/>
          <w:szCs w:val="22"/>
        </w:rPr>
        <w:t>dallmer.de/</w:t>
      </w:r>
      <w:proofErr w:type="spellStart"/>
      <w:r w:rsidRPr="00A33F6F">
        <w:rPr>
          <w:rFonts w:ascii="Univers Com 47 Light Cond" w:hAnsi="Univers Com 47 Light Cond"/>
          <w:sz w:val="22"/>
          <w:szCs w:val="22"/>
        </w:rPr>
        <w:t>ceraframeliquid</w:t>
      </w:r>
      <w:proofErr w:type="spellEnd"/>
    </w:p>
    <w:sectPr w:rsidR="003862E5" w:rsidRPr="00C02AC1"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BB555" w14:textId="77777777" w:rsidR="002F2F9B" w:rsidRDefault="002F2F9B">
      <w:r>
        <w:separator/>
      </w:r>
    </w:p>
  </w:endnote>
  <w:endnote w:type="continuationSeparator" w:id="0">
    <w:p w14:paraId="48F0F414" w14:textId="77777777" w:rsidR="002F2F9B" w:rsidRDefault="002F2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B3B14" w14:textId="77777777" w:rsidR="005328A6" w:rsidRDefault="005328A6" w:rsidP="0098131E">
    <w:pPr>
      <w:pStyle w:val="Formatvorlage3"/>
      <w:ind w:left="-2835"/>
      <w:jc w:val="both"/>
    </w:pPr>
  </w:p>
  <w:p w14:paraId="3FF65FC8" w14:textId="77777777"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14:paraId="69C55C9C"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2070" w14:textId="77777777" w:rsidR="005328A6" w:rsidRDefault="005328A6" w:rsidP="004851CC">
    <w:pPr>
      <w:pStyle w:val="Formatvorlage3"/>
      <w:ind w:left="-2835"/>
      <w:jc w:val="both"/>
    </w:pPr>
  </w:p>
  <w:p w14:paraId="6D1A33B0" w14:textId="77777777" w:rsidR="005328A6" w:rsidRDefault="005328A6" w:rsidP="004851CC">
    <w:pPr>
      <w:pStyle w:val="Formatvorlage3"/>
      <w:ind w:left="-2835"/>
      <w:jc w:val="both"/>
    </w:pPr>
  </w:p>
  <w:p w14:paraId="213DE053" w14:textId="2F3D8342" w:rsidR="005328A6" w:rsidRPr="00B14D73" w:rsidRDefault="00072F05" w:rsidP="00365129">
    <w:pPr>
      <w:pStyle w:val="Formatvorlage3"/>
      <w:ind w:left="-2835"/>
      <w:jc w:val="both"/>
    </w:pPr>
    <w:r w:rsidRPr="00072F05">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5DD38D8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D2131" w14:textId="77777777" w:rsidR="002F2F9B" w:rsidRDefault="002F2F9B">
      <w:r>
        <w:separator/>
      </w:r>
    </w:p>
  </w:footnote>
  <w:footnote w:type="continuationSeparator" w:id="0">
    <w:p w14:paraId="65E1C573" w14:textId="77777777" w:rsidR="002F2F9B" w:rsidRDefault="002F2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18B1E"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2730F083" wp14:editId="1B8798D9">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6093CB6E" w14:textId="77777777" w:rsidR="005328A6" w:rsidRPr="00743043" w:rsidRDefault="005328A6" w:rsidP="00723E32">
                          <w:pPr>
                            <w:pStyle w:val="DallmerOrtsfeld8115"/>
                            <w:rPr>
                              <w:lang w:val="es-ES"/>
                            </w:rPr>
                          </w:pPr>
                          <w:r w:rsidRPr="00743043">
                            <w:rPr>
                              <w:noProof/>
                              <w:lang w:val="es-ES"/>
                            </w:rPr>
                            <w:t xml:space="preserve">        </w:t>
                          </w:r>
                          <w:r w:rsidR="0028462F" w:rsidRPr="00743043">
                            <w:rPr>
                              <w:noProof/>
                              <w:lang w:val="es-ES"/>
                            </w:rPr>
                            <w:t>Sylvia Bösch</w:t>
                          </w:r>
                        </w:p>
                        <w:p w14:paraId="20F01D92" w14:textId="77777777" w:rsidR="005328A6" w:rsidRPr="00743043" w:rsidRDefault="005328A6" w:rsidP="00723E32">
                          <w:pPr>
                            <w:pStyle w:val="DallmerOrtsfeld8115"/>
                            <w:rPr>
                              <w:lang w:val="es-ES"/>
                            </w:rPr>
                          </w:pPr>
                          <w:r w:rsidRPr="00743043">
                            <w:rPr>
                              <w:noProof/>
                              <w:lang w:val="es-ES"/>
                            </w:rPr>
                            <w:t xml:space="preserve">       </w:t>
                          </w:r>
                          <w:r w:rsidR="000D580A" w:rsidRPr="00743043">
                            <w:rPr>
                              <w:noProof/>
                              <w:lang w:val="es-ES"/>
                            </w:rPr>
                            <w:t xml:space="preserve"> </w:t>
                          </w:r>
                          <w:r w:rsidRPr="00743043">
                            <w:rPr>
                              <w:noProof/>
                              <w:lang w:val="es-ES"/>
                            </w:rPr>
                            <w:t>PR</w:t>
                          </w:r>
                          <w:r w:rsidR="00DD07B8" w:rsidRPr="00743043">
                            <w:rPr>
                              <w:noProof/>
                              <w:lang w:val="es-ES"/>
                            </w:rPr>
                            <w:t xml:space="preserve"> &amp; Social Media</w:t>
                          </w:r>
                        </w:p>
                        <w:p w14:paraId="36AB1F04" w14:textId="77777777" w:rsidR="005328A6" w:rsidRPr="00743043" w:rsidRDefault="005328A6" w:rsidP="00723E32">
                          <w:pPr>
                            <w:pStyle w:val="DallmerOrtsfeld8115"/>
                            <w:rPr>
                              <w:noProof/>
                              <w:lang w:val="es-ES"/>
                            </w:rPr>
                          </w:pPr>
                          <w:r w:rsidRPr="00743043">
                            <w:rPr>
                              <w:lang w:val="es-ES"/>
                            </w:rPr>
                            <w:t xml:space="preserve">        T + 49 2932 9616 – </w:t>
                          </w:r>
                          <w:r w:rsidRPr="00743043">
                            <w:rPr>
                              <w:noProof/>
                              <w:lang w:val="es-ES"/>
                            </w:rPr>
                            <w:t>19</w:t>
                          </w:r>
                          <w:r w:rsidR="0028462F" w:rsidRPr="00743043">
                            <w:rPr>
                              <w:noProof/>
                              <w:lang w:val="es-ES"/>
                            </w:rPr>
                            <w:t>1</w:t>
                          </w:r>
                          <w:r w:rsidRPr="00743043">
                            <w:rPr>
                              <w:noProof/>
                              <w:lang w:val="es-ES"/>
                            </w:rPr>
                            <w:t xml:space="preserve">                            </w:t>
                          </w:r>
                        </w:p>
                        <w:p w14:paraId="5DD1A009" w14:textId="77777777" w:rsidR="005328A6" w:rsidRPr="00F009E1" w:rsidRDefault="005328A6" w:rsidP="00723E32">
                          <w:pPr>
                            <w:pStyle w:val="DallmerOrtsfeld8115"/>
                            <w:rPr>
                              <w:noProof/>
                              <w:lang w:val="en-GB"/>
                            </w:rPr>
                          </w:pPr>
                          <w:r w:rsidRPr="00743043">
                            <w:rPr>
                              <w:lang w:val="es-ES"/>
                            </w:rPr>
                            <w:t xml:space="preserve">        </w:t>
                          </w:r>
                          <w:r w:rsidRPr="00F009E1">
                            <w:rPr>
                              <w:lang w:val="en-GB"/>
                            </w:rPr>
                            <w:t xml:space="preserve">F + 49 2932 9616 – </w:t>
                          </w:r>
                          <w:r w:rsidRPr="00F009E1">
                            <w:rPr>
                              <w:noProof/>
                              <w:lang w:val="en-GB"/>
                            </w:rPr>
                            <w:t>419</w:t>
                          </w:r>
                          <w:r w:rsidR="0028462F" w:rsidRPr="00F009E1">
                            <w:rPr>
                              <w:noProof/>
                              <w:lang w:val="en-GB"/>
                            </w:rPr>
                            <w:t>1</w:t>
                          </w:r>
                          <w:r w:rsidRPr="00F009E1">
                            <w:rPr>
                              <w:noProof/>
                              <w:lang w:val="en-GB"/>
                            </w:rPr>
                            <w:t xml:space="preserve"> </w:t>
                          </w:r>
                        </w:p>
                        <w:p w14:paraId="4DF57354" w14:textId="77777777" w:rsidR="005328A6" w:rsidRPr="00F009E1" w:rsidRDefault="005328A6" w:rsidP="00723E32">
                          <w:pPr>
                            <w:pStyle w:val="DallmerOrtsfeld8115"/>
                            <w:rPr>
                              <w:lang w:val="en-GB"/>
                            </w:rPr>
                          </w:pPr>
                          <w:r w:rsidRPr="00F009E1">
                            <w:rPr>
                              <w:lang w:val="en-GB"/>
                            </w:rPr>
                            <w:t xml:space="preserve">        E </w:t>
                          </w:r>
                          <w:r w:rsidR="0028462F" w:rsidRPr="00F009E1">
                            <w:rPr>
                              <w:noProof/>
                              <w:lang w:val="en-GB"/>
                            </w:rPr>
                            <w:t>Sylvia.B</w:t>
                          </w:r>
                          <w:r w:rsidR="00BF0D22" w:rsidRPr="00F009E1">
                            <w:rPr>
                              <w:noProof/>
                              <w:lang w:val="en-GB"/>
                            </w:rPr>
                            <w:t>oe</w:t>
                          </w:r>
                          <w:r w:rsidR="0028462F" w:rsidRPr="00F009E1">
                            <w:rPr>
                              <w:noProof/>
                              <w:lang w:val="en-GB"/>
                            </w:rPr>
                            <w:t>sch</w:t>
                          </w:r>
                          <w:r w:rsidRPr="00F009E1">
                            <w:rPr>
                              <w:noProof/>
                              <w:lang w:val="en-GB"/>
                            </w:rPr>
                            <w:t>@dallmer.de</w:t>
                          </w:r>
                        </w:p>
                        <w:p w14:paraId="5C56333B" w14:textId="77777777" w:rsidR="005328A6" w:rsidRPr="00F009E1" w:rsidRDefault="005328A6" w:rsidP="00723E32">
                          <w:pPr>
                            <w:pStyle w:val="DALLMERUnivers"/>
                            <w:rPr>
                              <w:lang w:val="en-GB"/>
                            </w:rPr>
                          </w:pPr>
                        </w:p>
                        <w:p w14:paraId="71F856D7" w14:textId="77777777" w:rsidR="005328A6" w:rsidRPr="00F009E1" w:rsidRDefault="005328A6" w:rsidP="00723E32">
                          <w:pPr>
                            <w:pStyle w:val="DALLMERUnivers"/>
                            <w:ind w:left="0" w:firstLine="0"/>
                            <w:rPr>
                              <w:lang w:val="en-GB"/>
                            </w:rPr>
                          </w:pPr>
                        </w:p>
                        <w:p w14:paraId="5F287256" w14:textId="77777777" w:rsidR="005328A6" w:rsidRPr="008763BF" w:rsidRDefault="005328A6" w:rsidP="00723E32">
                          <w:pPr>
                            <w:pStyle w:val="DALLMERUnivers"/>
                          </w:pPr>
                          <w:r w:rsidRPr="00F009E1">
                            <w:rPr>
                              <w:lang w:val="en-GB"/>
                            </w:rPr>
                            <w:t xml:space="preserve">Dallmer GmbH + Co. </w:t>
                          </w:r>
                          <w:r w:rsidRPr="008763BF">
                            <w:t>KG</w:t>
                          </w:r>
                        </w:p>
                        <w:p w14:paraId="2DB72D60"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6754976F" w14:textId="77777777" w:rsidR="005328A6" w:rsidRPr="008763BF" w:rsidRDefault="005328A6" w:rsidP="00723E32">
                          <w:pPr>
                            <w:pStyle w:val="DALLMERUnivers"/>
                          </w:pPr>
                          <w:r w:rsidRPr="008763BF">
                            <w:t>59757 Arnsberg</w:t>
                          </w:r>
                        </w:p>
                        <w:p w14:paraId="33427C2E" w14:textId="77777777" w:rsidR="005328A6" w:rsidRPr="008763BF" w:rsidRDefault="005328A6" w:rsidP="00723E32">
                          <w:pPr>
                            <w:pStyle w:val="DALLMERUnivers"/>
                          </w:pPr>
                          <w:r w:rsidRPr="008763BF">
                            <w:t>Germany</w:t>
                          </w:r>
                        </w:p>
                        <w:p w14:paraId="18A2B80C" w14:textId="77777777" w:rsidR="005328A6" w:rsidRDefault="005328A6" w:rsidP="00723E32">
                          <w:pPr>
                            <w:pStyle w:val="DALLMERUnivers"/>
                            <w:ind w:left="0" w:firstLine="0"/>
                          </w:pPr>
                        </w:p>
                        <w:p w14:paraId="357B54D7" w14:textId="77777777" w:rsidR="005328A6" w:rsidRPr="008763BF" w:rsidRDefault="005328A6" w:rsidP="00723E32">
                          <w:pPr>
                            <w:pStyle w:val="DALLMERUnivers"/>
                          </w:pPr>
                          <w:r w:rsidRPr="008763BF">
                            <w:t>Geschäftsführer:</w:t>
                          </w:r>
                        </w:p>
                        <w:p w14:paraId="57728396" w14:textId="77777777" w:rsidR="005328A6" w:rsidRPr="00F355C7" w:rsidRDefault="005328A6" w:rsidP="00723E32">
                          <w:pPr>
                            <w:pStyle w:val="DALLMERUnivers"/>
                            <w:rPr>
                              <w:lang w:val="en-GB"/>
                            </w:rPr>
                          </w:pPr>
                          <w:r w:rsidRPr="00F355C7">
                            <w:rPr>
                              <w:lang w:val="en-GB"/>
                            </w:rPr>
                            <w:t>Dipl.-Ing. Johannes Dallmer</w:t>
                          </w:r>
                        </w:p>
                        <w:p w14:paraId="5F2EF645" w14:textId="77777777" w:rsidR="005328A6" w:rsidRPr="008763BF" w:rsidRDefault="005328A6" w:rsidP="00723E32">
                          <w:pPr>
                            <w:pStyle w:val="DALLMERUnivers"/>
                          </w:pPr>
                          <w:r w:rsidRPr="00F355C7">
                            <w:rPr>
                              <w:lang w:val="en-GB"/>
                            </w:rPr>
                            <w:t xml:space="preserve">Dipl.-Btrw. </w:t>
                          </w:r>
                          <w:r w:rsidRPr="008763BF">
                            <w:t>Yvonne Dallmer</w:t>
                          </w:r>
                        </w:p>
                        <w:p w14:paraId="27AA9AAC" w14:textId="77777777" w:rsidR="005328A6" w:rsidRDefault="005328A6" w:rsidP="00723E32">
                          <w:pPr>
                            <w:pStyle w:val="DALLMERUnivers"/>
                          </w:pPr>
                          <w:r w:rsidRPr="008763BF">
                            <w:t>Dipl.-Ing. Harry Bauermeister</w:t>
                          </w:r>
                        </w:p>
                        <w:p w14:paraId="56FC77A6" w14:textId="77777777" w:rsidR="005328A6" w:rsidRDefault="005328A6" w:rsidP="00723E32">
                          <w:pPr>
                            <w:pStyle w:val="DALLMERUnivers"/>
                          </w:pPr>
                        </w:p>
                        <w:p w14:paraId="2E86F9DE" w14:textId="77777777" w:rsidR="005328A6" w:rsidRDefault="005328A6" w:rsidP="00723E32">
                          <w:pPr>
                            <w:pStyle w:val="DALLMERUnivers"/>
                          </w:pPr>
                        </w:p>
                        <w:p w14:paraId="0B2C75F8" w14:textId="77777777" w:rsidR="005328A6" w:rsidRDefault="005328A6" w:rsidP="00723E32">
                          <w:pPr>
                            <w:pStyle w:val="DALLMERUnivers"/>
                          </w:pPr>
                        </w:p>
                        <w:p w14:paraId="43B66709" w14:textId="77777777" w:rsidR="005328A6" w:rsidRPr="00245BAF" w:rsidRDefault="005328A6" w:rsidP="00723E32">
                          <w:pPr>
                            <w:pStyle w:val="DALLMERUnivers"/>
                          </w:pPr>
                          <w:r w:rsidRPr="00245BAF">
                            <w:t>Abdruck frei – Beleg erbeten</w:t>
                          </w:r>
                        </w:p>
                        <w:p w14:paraId="479BAA19"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30F08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6093CB6E" w14:textId="77777777" w:rsidR="005328A6" w:rsidRPr="00743043" w:rsidRDefault="005328A6" w:rsidP="00723E32">
                    <w:pPr>
                      <w:pStyle w:val="DallmerOrtsfeld8115"/>
                      <w:rPr>
                        <w:lang w:val="es-ES"/>
                      </w:rPr>
                    </w:pPr>
                    <w:r w:rsidRPr="00743043">
                      <w:rPr>
                        <w:noProof/>
                        <w:lang w:val="es-ES"/>
                      </w:rPr>
                      <w:t xml:space="preserve">        </w:t>
                    </w:r>
                    <w:r w:rsidR="0028462F" w:rsidRPr="00743043">
                      <w:rPr>
                        <w:noProof/>
                        <w:lang w:val="es-ES"/>
                      </w:rPr>
                      <w:t>Sylvia Bösch</w:t>
                    </w:r>
                  </w:p>
                  <w:p w14:paraId="20F01D92" w14:textId="77777777" w:rsidR="005328A6" w:rsidRPr="00743043" w:rsidRDefault="005328A6" w:rsidP="00723E32">
                    <w:pPr>
                      <w:pStyle w:val="DallmerOrtsfeld8115"/>
                      <w:rPr>
                        <w:lang w:val="es-ES"/>
                      </w:rPr>
                    </w:pPr>
                    <w:r w:rsidRPr="00743043">
                      <w:rPr>
                        <w:noProof/>
                        <w:lang w:val="es-ES"/>
                      </w:rPr>
                      <w:t xml:space="preserve">       </w:t>
                    </w:r>
                    <w:r w:rsidR="000D580A" w:rsidRPr="00743043">
                      <w:rPr>
                        <w:noProof/>
                        <w:lang w:val="es-ES"/>
                      </w:rPr>
                      <w:t xml:space="preserve"> </w:t>
                    </w:r>
                    <w:r w:rsidRPr="00743043">
                      <w:rPr>
                        <w:noProof/>
                        <w:lang w:val="es-ES"/>
                      </w:rPr>
                      <w:t>PR</w:t>
                    </w:r>
                    <w:r w:rsidR="00DD07B8" w:rsidRPr="00743043">
                      <w:rPr>
                        <w:noProof/>
                        <w:lang w:val="es-ES"/>
                      </w:rPr>
                      <w:t xml:space="preserve"> &amp; Social Media</w:t>
                    </w:r>
                  </w:p>
                  <w:p w14:paraId="36AB1F04" w14:textId="77777777" w:rsidR="005328A6" w:rsidRPr="00743043" w:rsidRDefault="005328A6" w:rsidP="00723E32">
                    <w:pPr>
                      <w:pStyle w:val="DallmerOrtsfeld8115"/>
                      <w:rPr>
                        <w:noProof/>
                        <w:lang w:val="es-ES"/>
                      </w:rPr>
                    </w:pPr>
                    <w:r w:rsidRPr="00743043">
                      <w:rPr>
                        <w:lang w:val="es-ES"/>
                      </w:rPr>
                      <w:t xml:space="preserve">        T + 49 2932 9616 – </w:t>
                    </w:r>
                    <w:r w:rsidRPr="00743043">
                      <w:rPr>
                        <w:noProof/>
                        <w:lang w:val="es-ES"/>
                      </w:rPr>
                      <w:t>19</w:t>
                    </w:r>
                    <w:r w:rsidR="0028462F" w:rsidRPr="00743043">
                      <w:rPr>
                        <w:noProof/>
                        <w:lang w:val="es-ES"/>
                      </w:rPr>
                      <w:t>1</w:t>
                    </w:r>
                    <w:r w:rsidRPr="00743043">
                      <w:rPr>
                        <w:noProof/>
                        <w:lang w:val="es-ES"/>
                      </w:rPr>
                      <w:t xml:space="preserve">                            </w:t>
                    </w:r>
                  </w:p>
                  <w:p w14:paraId="5DD1A009" w14:textId="77777777" w:rsidR="005328A6" w:rsidRPr="00F009E1" w:rsidRDefault="005328A6" w:rsidP="00723E32">
                    <w:pPr>
                      <w:pStyle w:val="DallmerOrtsfeld8115"/>
                      <w:rPr>
                        <w:noProof/>
                        <w:lang w:val="en-GB"/>
                      </w:rPr>
                    </w:pPr>
                    <w:r w:rsidRPr="00743043">
                      <w:rPr>
                        <w:lang w:val="es-ES"/>
                      </w:rPr>
                      <w:t xml:space="preserve">        </w:t>
                    </w:r>
                    <w:r w:rsidRPr="00F009E1">
                      <w:rPr>
                        <w:lang w:val="en-GB"/>
                      </w:rPr>
                      <w:t xml:space="preserve">F + 49 2932 9616 – </w:t>
                    </w:r>
                    <w:r w:rsidRPr="00F009E1">
                      <w:rPr>
                        <w:noProof/>
                        <w:lang w:val="en-GB"/>
                      </w:rPr>
                      <w:t>419</w:t>
                    </w:r>
                    <w:r w:rsidR="0028462F" w:rsidRPr="00F009E1">
                      <w:rPr>
                        <w:noProof/>
                        <w:lang w:val="en-GB"/>
                      </w:rPr>
                      <w:t>1</w:t>
                    </w:r>
                    <w:r w:rsidRPr="00F009E1">
                      <w:rPr>
                        <w:noProof/>
                        <w:lang w:val="en-GB"/>
                      </w:rPr>
                      <w:t xml:space="preserve"> </w:t>
                    </w:r>
                  </w:p>
                  <w:p w14:paraId="4DF57354" w14:textId="77777777" w:rsidR="005328A6" w:rsidRPr="00F009E1" w:rsidRDefault="005328A6" w:rsidP="00723E32">
                    <w:pPr>
                      <w:pStyle w:val="DallmerOrtsfeld8115"/>
                      <w:rPr>
                        <w:lang w:val="en-GB"/>
                      </w:rPr>
                    </w:pPr>
                    <w:r w:rsidRPr="00F009E1">
                      <w:rPr>
                        <w:lang w:val="en-GB"/>
                      </w:rPr>
                      <w:t xml:space="preserve">        E </w:t>
                    </w:r>
                    <w:r w:rsidR="0028462F" w:rsidRPr="00F009E1">
                      <w:rPr>
                        <w:noProof/>
                        <w:lang w:val="en-GB"/>
                      </w:rPr>
                      <w:t>Sylvia.B</w:t>
                    </w:r>
                    <w:r w:rsidR="00BF0D22" w:rsidRPr="00F009E1">
                      <w:rPr>
                        <w:noProof/>
                        <w:lang w:val="en-GB"/>
                      </w:rPr>
                      <w:t>oe</w:t>
                    </w:r>
                    <w:r w:rsidR="0028462F" w:rsidRPr="00F009E1">
                      <w:rPr>
                        <w:noProof/>
                        <w:lang w:val="en-GB"/>
                      </w:rPr>
                      <w:t>sch</w:t>
                    </w:r>
                    <w:r w:rsidRPr="00F009E1">
                      <w:rPr>
                        <w:noProof/>
                        <w:lang w:val="en-GB"/>
                      </w:rPr>
                      <w:t>@dallmer.de</w:t>
                    </w:r>
                  </w:p>
                  <w:p w14:paraId="5C56333B" w14:textId="77777777" w:rsidR="005328A6" w:rsidRPr="00F009E1" w:rsidRDefault="005328A6" w:rsidP="00723E32">
                    <w:pPr>
                      <w:pStyle w:val="DALLMERUnivers"/>
                      <w:rPr>
                        <w:lang w:val="en-GB"/>
                      </w:rPr>
                    </w:pPr>
                  </w:p>
                  <w:p w14:paraId="71F856D7" w14:textId="77777777" w:rsidR="005328A6" w:rsidRPr="00F009E1" w:rsidRDefault="005328A6" w:rsidP="00723E32">
                    <w:pPr>
                      <w:pStyle w:val="DALLMERUnivers"/>
                      <w:ind w:left="0" w:firstLine="0"/>
                      <w:rPr>
                        <w:lang w:val="en-GB"/>
                      </w:rPr>
                    </w:pPr>
                  </w:p>
                  <w:p w14:paraId="5F287256" w14:textId="77777777" w:rsidR="005328A6" w:rsidRPr="008763BF" w:rsidRDefault="005328A6" w:rsidP="00723E32">
                    <w:pPr>
                      <w:pStyle w:val="DALLMERUnivers"/>
                    </w:pPr>
                    <w:r w:rsidRPr="00F009E1">
                      <w:rPr>
                        <w:lang w:val="en-GB"/>
                      </w:rPr>
                      <w:t xml:space="preserve">Dallmer GmbH + Co. </w:t>
                    </w:r>
                    <w:r w:rsidRPr="008763BF">
                      <w:t>KG</w:t>
                    </w:r>
                  </w:p>
                  <w:p w14:paraId="2DB72D60"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6754976F" w14:textId="77777777" w:rsidR="005328A6" w:rsidRPr="008763BF" w:rsidRDefault="005328A6" w:rsidP="00723E32">
                    <w:pPr>
                      <w:pStyle w:val="DALLMERUnivers"/>
                    </w:pPr>
                    <w:r w:rsidRPr="008763BF">
                      <w:t>59757 Arnsberg</w:t>
                    </w:r>
                  </w:p>
                  <w:p w14:paraId="33427C2E" w14:textId="77777777" w:rsidR="005328A6" w:rsidRPr="008763BF" w:rsidRDefault="005328A6" w:rsidP="00723E32">
                    <w:pPr>
                      <w:pStyle w:val="DALLMERUnivers"/>
                    </w:pPr>
                    <w:r w:rsidRPr="008763BF">
                      <w:t>Germany</w:t>
                    </w:r>
                  </w:p>
                  <w:p w14:paraId="18A2B80C" w14:textId="77777777" w:rsidR="005328A6" w:rsidRDefault="005328A6" w:rsidP="00723E32">
                    <w:pPr>
                      <w:pStyle w:val="DALLMERUnivers"/>
                      <w:ind w:left="0" w:firstLine="0"/>
                    </w:pPr>
                  </w:p>
                  <w:p w14:paraId="357B54D7" w14:textId="77777777" w:rsidR="005328A6" w:rsidRPr="008763BF" w:rsidRDefault="005328A6" w:rsidP="00723E32">
                    <w:pPr>
                      <w:pStyle w:val="DALLMERUnivers"/>
                    </w:pPr>
                    <w:r w:rsidRPr="008763BF">
                      <w:t>Geschäftsführer:</w:t>
                    </w:r>
                  </w:p>
                  <w:p w14:paraId="57728396" w14:textId="77777777" w:rsidR="005328A6" w:rsidRPr="00F355C7" w:rsidRDefault="005328A6" w:rsidP="00723E32">
                    <w:pPr>
                      <w:pStyle w:val="DALLMERUnivers"/>
                      <w:rPr>
                        <w:lang w:val="en-GB"/>
                      </w:rPr>
                    </w:pPr>
                    <w:r w:rsidRPr="00F355C7">
                      <w:rPr>
                        <w:lang w:val="en-GB"/>
                      </w:rPr>
                      <w:t>Dipl.-Ing. Johannes Dallmer</w:t>
                    </w:r>
                  </w:p>
                  <w:p w14:paraId="5F2EF645" w14:textId="77777777" w:rsidR="005328A6" w:rsidRPr="008763BF" w:rsidRDefault="005328A6" w:rsidP="00723E32">
                    <w:pPr>
                      <w:pStyle w:val="DALLMERUnivers"/>
                    </w:pPr>
                    <w:r w:rsidRPr="00F355C7">
                      <w:rPr>
                        <w:lang w:val="en-GB"/>
                      </w:rPr>
                      <w:t xml:space="preserve">Dipl.-Btrw. </w:t>
                    </w:r>
                    <w:r w:rsidRPr="008763BF">
                      <w:t>Yvonne Dallmer</w:t>
                    </w:r>
                  </w:p>
                  <w:p w14:paraId="27AA9AAC" w14:textId="77777777" w:rsidR="005328A6" w:rsidRDefault="005328A6" w:rsidP="00723E32">
                    <w:pPr>
                      <w:pStyle w:val="DALLMERUnivers"/>
                    </w:pPr>
                    <w:r w:rsidRPr="008763BF">
                      <w:t>Dipl.-Ing. Harry Bauermeister</w:t>
                    </w:r>
                  </w:p>
                  <w:p w14:paraId="56FC77A6" w14:textId="77777777" w:rsidR="005328A6" w:rsidRDefault="005328A6" w:rsidP="00723E32">
                    <w:pPr>
                      <w:pStyle w:val="DALLMERUnivers"/>
                    </w:pPr>
                  </w:p>
                  <w:p w14:paraId="2E86F9DE" w14:textId="77777777" w:rsidR="005328A6" w:rsidRDefault="005328A6" w:rsidP="00723E32">
                    <w:pPr>
                      <w:pStyle w:val="DALLMERUnivers"/>
                    </w:pPr>
                  </w:p>
                  <w:p w14:paraId="0B2C75F8" w14:textId="77777777" w:rsidR="005328A6" w:rsidRDefault="005328A6" w:rsidP="00723E32">
                    <w:pPr>
                      <w:pStyle w:val="DALLMERUnivers"/>
                    </w:pPr>
                  </w:p>
                  <w:p w14:paraId="43B66709" w14:textId="77777777" w:rsidR="005328A6" w:rsidRPr="00245BAF" w:rsidRDefault="005328A6" w:rsidP="00723E32">
                    <w:pPr>
                      <w:pStyle w:val="DALLMERUnivers"/>
                    </w:pPr>
                    <w:r w:rsidRPr="00245BAF">
                      <w:t>Abdruck frei – Beleg erbeten</w:t>
                    </w:r>
                  </w:p>
                  <w:p w14:paraId="479BAA19"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5BC34"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BFF8CB5" wp14:editId="55C5C75B">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61A48B5D" w14:textId="77777777" w:rsidR="005328A6" w:rsidRPr="00743043" w:rsidRDefault="005328A6" w:rsidP="00224233">
                          <w:pPr>
                            <w:pStyle w:val="DallmerOrtsfeld8115"/>
                            <w:rPr>
                              <w:lang w:val="es-ES"/>
                            </w:rPr>
                          </w:pPr>
                          <w:r w:rsidRPr="00743043">
                            <w:rPr>
                              <w:noProof/>
                              <w:lang w:val="es-ES"/>
                            </w:rPr>
                            <w:t xml:space="preserve">        </w:t>
                          </w:r>
                          <w:r w:rsidR="0028462F" w:rsidRPr="00743043">
                            <w:rPr>
                              <w:noProof/>
                              <w:lang w:val="es-ES"/>
                            </w:rPr>
                            <w:t>Sylvia Bösch</w:t>
                          </w:r>
                        </w:p>
                        <w:p w14:paraId="00835298" w14:textId="77777777" w:rsidR="005328A6" w:rsidRPr="00743043" w:rsidRDefault="005328A6" w:rsidP="00224233">
                          <w:pPr>
                            <w:pStyle w:val="DallmerOrtsfeld8115"/>
                            <w:rPr>
                              <w:lang w:val="es-ES"/>
                            </w:rPr>
                          </w:pPr>
                          <w:r w:rsidRPr="00743043">
                            <w:rPr>
                              <w:noProof/>
                              <w:lang w:val="es-ES"/>
                            </w:rPr>
                            <w:t xml:space="preserve">        PR</w:t>
                          </w:r>
                          <w:r w:rsidR="002F09E6" w:rsidRPr="00743043">
                            <w:rPr>
                              <w:noProof/>
                              <w:lang w:val="es-ES"/>
                            </w:rPr>
                            <w:t xml:space="preserve"> &amp; Social Media</w:t>
                          </w:r>
                        </w:p>
                        <w:p w14:paraId="49044299" w14:textId="77777777" w:rsidR="005328A6" w:rsidRPr="00743043" w:rsidRDefault="005328A6" w:rsidP="00224233">
                          <w:pPr>
                            <w:pStyle w:val="DallmerOrtsfeld8115"/>
                            <w:rPr>
                              <w:noProof/>
                              <w:lang w:val="es-ES"/>
                            </w:rPr>
                          </w:pPr>
                          <w:r w:rsidRPr="00743043">
                            <w:rPr>
                              <w:lang w:val="es-ES"/>
                            </w:rPr>
                            <w:t xml:space="preserve">        T + 49 2932 9616 – </w:t>
                          </w:r>
                          <w:r w:rsidRPr="00743043">
                            <w:rPr>
                              <w:noProof/>
                              <w:lang w:val="es-ES"/>
                            </w:rPr>
                            <w:t>19</w:t>
                          </w:r>
                          <w:r w:rsidR="0028462F" w:rsidRPr="00743043">
                            <w:rPr>
                              <w:noProof/>
                              <w:lang w:val="es-ES"/>
                            </w:rPr>
                            <w:t>1</w:t>
                          </w:r>
                          <w:r w:rsidRPr="00743043">
                            <w:rPr>
                              <w:noProof/>
                              <w:lang w:val="es-ES"/>
                            </w:rPr>
                            <w:t xml:space="preserve">                           </w:t>
                          </w:r>
                        </w:p>
                        <w:p w14:paraId="437BB5F5" w14:textId="77777777" w:rsidR="005328A6" w:rsidRPr="00F009E1" w:rsidRDefault="005328A6" w:rsidP="00224233">
                          <w:pPr>
                            <w:pStyle w:val="DallmerOrtsfeld8115"/>
                            <w:rPr>
                              <w:noProof/>
                              <w:lang w:val="en-GB"/>
                            </w:rPr>
                          </w:pPr>
                          <w:r w:rsidRPr="00743043">
                            <w:rPr>
                              <w:lang w:val="es-ES"/>
                            </w:rPr>
                            <w:t xml:space="preserve">        </w:t>
                          </w:r>
                          <w:r w:rsidRPr="00F009E1">
                            <w:rPr>
                              <w:lang w:val="en-GB"/>
                            </w:rPr>
                            <w:t xml:space="preserve">F + 49 2932 9616 – </w:t>
                          </w:r>
                          <w:r w:rsidRPr="00F009E1">
                            <w:rPr>
                              <w:noProof/>
                              <w:lang w:val="en-GB"/>
                            </w:rPr>
                            <w:t>419</w:t>
                          </w:r>
                          <w:r w:rsidR="0028462F" w:rsidRPr="00F009E1">
                            <w:rPr>
                              <w:noProof/>
                              <w:lang w:val="en-GB"/>
                            </w:rPr>
                            <w:t>1</w:t>
                          </w:r>
                          <w:r w:rsidRPr="00F009E1">
                            <w:rPr>
                              <w:noProof/>
                              <w:lang w:val="en-GB"/>
                            </w:rPr>
                            <w:t xml:space="preserve"> </w:t>
                          </w:r>
                        </w:p>
                        <w:p w14:paraId="7C005D27" w14:textId="77777777" w:rsidR="005328A6" w:rsidRPr="00F009E1" w:rsidRDefault="005328A6" w:rsidP="00281D8E">
                          <w:pPr>
                            <w:pStyle w:val="DallmerOrtsfeld8115"/>
                            <w:rPr>
                              <w:lang w:val="en-GB"/>
                            </w:rPr>
                          </w:pPr>
                          <w:r w:rsidRPr="00F009E1">
                            <w:rPr>
                              <w:lang w:val="en-GB"/>
                            </w:rPr>
                            <w:t xml:space="preserve">        E </w:t>
                          </w:r>
                          <w:r w:rsidR="0028462F" w:rsidRPr="00F009E1">
                            <w:rPr>
                              <w:noProof/>
                              <w:lang w:val="en-GB"/>
                            </w:rPr>
                            <w:t>Syl</w:t>
                          </w:r>
                          <w:r w:rsidR="00724B0A" w:rsidRPr="00F009E1">
                            <w:rPr>
                              <w:noProof/>
                              <w:lang w:val="en-GB"/>
                            </w:rPr>
                            <w:t>v</w:t>
                          </w:r>
                          <w:r w:rsidR="0028462F" w:rsidRPr="00F009E1">
                            <w:rPr>
                              <w:noProof/>
                              <w:lang w:val="en-GB"/>
                            </w:rPr>
                            <w:t>ia</w:t>
                          </w:r>
                          <w:r w:rsidRPr="00F009E1">
                            <w:rPr>
                              <w:noProof/>
                              <w:lang w:val="en-GB"/>
                            </w:rPr>
                            <w:t>.</w:t>
                          </w:r>
                          <w:r w:rsidR="0028462F" w:rsidRPr="00F009E1">
                            <w:rPr>
                              <w:noProof/>
                              <w:lang w:val="en-GB"/>
                            </w:rPr>
                            <w:t>Boesch</w:t>
                          </w:r>
                          <w:r w:rsidRPr="00F009E1">
                            <w:rPr>
                              <w:noProof/>
                              <w:lang w:val="en-GB"/>
                            </w:rPr>
                            <w:t>@dallmer.de</w:t>
                          </w:r>
                        </w:p>
                        <w:p w14:paraId="3502A99D" w14:textId="77777777" w:rsidR="005328A6" w:rsidRPr="00F009E1" w:rsidRDefault="005328A6" w:rsidP="00B14D73">
                          <w:pPr>
                            <w:pStyle w:val="DALLMERUnivers"/>
                            <w:rPr>
                              <w:lang w:val="en-GB"/>
                            </w:rPr>
                          </w:pPr>
                        </w:p>
                        <w:p w14:paraId="4231BD08" w14:textId="77777777" w:rsidR="005328A6" w:rsidRPr="00F009E1" w:rsidRDefault="005328A6" w:rsidP="00224233">
                          <w:pPr>
                            <w:pStyle w:val="DALLMERUnivers"/>
                            <w:ind w:left="0" w:firstLine="0"/>
                            <w:rPr>
                              <w:lang w:val="en-GB"/>
                            </w:rPr>
                          </w:pPr>
                        </w:p>
                        <w:p w14:paraId="092DC350" w14:textId="77777777" w:rsidR="005328A6" w:rsidRPr="008763BF" w:rsidRDefault="005328A6" w:rsidP="00B14D73">
                          <w:pPr>
                            <w:pStyle w:val="DALLMERUnivers"/>
                          </w:pPr>
                          <w:r w:rsidRPr="00F009E1">
                            <w:rPr>
                              <w:lang w:val="en-GB"/>
                            </w:rPr>
                            <w:t xml:space="preserve">Dallmer GmbH + Co. </w:t>
                          </w:r>
                          <w:r w:rsidRPr="008763BF">
                            <w:t>KG</w:t>
                          </w:r>
                        </w:p>
                        <w:p w14:paraId="3BAA7AA7"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1630210D" w14:textId="77777777" w:rsidR="005328A6" w:rsidRPr="008763BF" w:rsidRDefault="005328A6" w:rsidP="00B14D73">
                          <w:pPr>
                            <w:pStyle w:val="DALLMERUnivers"/>
                          </w:pPr>
                          <w:r w:rsidRPr="008763BF">
                            <w:t>59757 Arnsberg</w:t>
                          </w:r>
                        </w:p>
                        <w:p w14:paraId="4F70B508" w14:textId="77777777" w:rsidR="005328A6" w:rsidRPr="008763BF" w:rsidRDefault="005328A6" w:rsidP="00B14D73">
                          <w:pPr>
                            <w:pStyle w:val="DALLMERUnivers"/>
                          </w:pPr>
                          <w:r w:rsidRPr="008763BF">
                            <w:t>Germany</w:t>
                          </w:r>
                        </w:p>
                        <w:p w14:paraId="31DDCE6C" w14:textId="77777777" w:rsidR="005328A6" w:rsidRDefault="005328A6" w:rsidP="00D90348">
                          <w:pPr>
                            <w:pStyle w:val="DALLMERUnivers"/>
                            <w:ind w:left="0" w:firstLine="0"/>
                          </w:pPr>
                        </w:p>
                        <w:p w14:paraId="2544C8E6" w14:textId="77777777" w:rsidR="005328A6" w:rsidRPr="008763BF" w:rsidRDefault="005328A6" w:rsidP="00B14D73">
                          <w:pPr>
                            <w:pStyle w:val="DALLMERUnivers"/>
                          </w:pPr>
                          <w:r w:rsidRPr="008763BF">
                            <w:t>Geschäftsführer:</w:t>
                          </w:r>
                        </w:p>
                        <w:p w14:paraId="5ADBD3DA" w14:textId="77777777" w:rsidR="005328A6" w:rsidRPr="00F355C7" w:rsidRDefault="005328A6" w:rsidP="00B14D73">
                          <w:pPr>
                            <w:pStyle w:val="DALLMERUnivers"/>
                            <w:rPr>
                              <w:lang w:val="en-GB"/>
                            </w:rPr>
                          </w:pPr>
                          <w:r w:rsidRPr="00F355C7">
                            <w:rPr>
                              <w:lang w:val="en-GB"/>
                            </w:rPr>
                            <w:t>Dipl.-Ing. Johannes Dallmer</w:t>
                          </w:r>
                        </w:p>
                        <w:p w14:paraId="3E5B4A28" w14:textId="77777777" w:rsidR="005328A6" w:rsidRPr="008763BF" w:rsidRDefault="005328A6" w:rsidP="00B14D73">
                          <w:pPr>
                            <w:pStyle w:val="DALLMERUnivers"/>
                          </w:pPr>
                          <w:r w:rsidRPr="00F355C7">
                            <w:rPr>
                              <w:lang w:val="en-GB"/>
                            </w:rPr>
                            <w:t xml:space="preserve">Dipl.-Btrw. </w:t>
                          </w:r>
                          <w:r w:rsidRPr="008763BF">
                            <w:t>Yvonne Dallmer</w:t>
                          </w:r>
                        </w:p>
                        <w:p w14:paraId="4F38B2F4" w14:textId="77777777" w:rsidR="005328A6" w:rsidRDefault="005328A6" w:rsidP="00B14D73">
                          <w:pPr>
                            <w:pStyle w:val="DALLMERUnivers"/>
                          </w:pPr>
                          <w:r w:rsidRPr="008763BF">
                            <w:t>Dipl.-Ing. Harry Bauermeister</w:t>
                          </w:r>
                        </w:p>
                        <w:p w14:paraId="4D360CFD" w14:textId="77777777" w:rsidR="005328A6" w:rsidRDefault="005328A6" w:rsidP="00B14D73">
                          <w:pPr>
                            <w:pStyle w:val="DALLMERUnivers"/>
                          </w:pPr>
                        </w:p>
                        <w:p w14:paraId="2D9D114A" w14:textId="77777777" w:rsidR="005328A6" w:rsidRDefault="005328A6" w:rsidP="00B14D73">
                          <w:pPr>
                            <w:pStyle w:val="DALLMERUnivers"/>
                          </w:pPr>
                        </w:p>
                        <w:p w14:paraId="7DAD1361" w14:textId="77777777" w:rsidR="005328A6" w:rsidRDefault="005328A6" w:rsidP="00B14D73">
                          <w:pPr>
                            <w:pStyle w:val="DALLMERUnivers"/>
                          </w:pPr>
                        </w:p>
                        <w:p w14:paraId="73CD65B9" w14:textId="77777777" w:rsidR="005328A6" w:rsidRPr="00245BAF" w:rsidRDefault="005328A6" w:rsidP="00D90348">
                          <w:pPr>
                            <w:pStyle w:val="DALLMERUnivers"/>
                          </w:pPr>
                          <w:r w:rsidRPr="00245BAF">
                            <w:t>Abdruck frei – Beleg erbeten</w:t>
                          </w:r>
                        </w:p>
                        <w:p w14:paraId="29C46338"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F8CB5"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61A48B5D" w14:textId="77777777" w:rsidR="005328A6" w:rsidRPr="00743043" w:rsidRDefault="005328A6" w:rsidP="00224233">
                    <w:pPr>
                      <w:pStyle w:val="DallmerOrtsfeld8115"/>
                      <w:rPr>
                        <w:lang w:val="es-ES"/>
                      </w:rPr>
                    </w:pPr>
                    <w:r w:rsidRPr="00743043">
                      <w:rPr>
                        <w:noProof/>
                        <w:lang w:val="es-ES"/>
                      </w:rPr>
                      <w:t xml:space="preserve">        </w:t>
                    </w:r>
                    <w:r w:rsidR="0028462F" w:rsidRPr="00743043">
                      <w:rPr>
                        <w:noProof/>
                        <w:lang w:val="es-ES"/>
                      </w:rPr>
                      <w:t>Sylvia Bösch</w:t>
                    </w:r>
                  </w:p>
                  <w:p w14:paraId="00835298" w14:textId="77777777" w:rsidR="005328A6" w:rsidRPr="00743043" w:rsidRDefault="005328A6" w:rsidP="00224233">
                    <w:pPr>
                      <w:pStyle w:val="DallmerOrtsfeld8115"/>
                      <w:rPr>
                        <w:lang w:val="es-ES"/>
                      </w:rPr>
                    </w:pPr>
                    <w:r w:rsidRPr="00743043">
                      <w:rPr>
                        <w:noProof/>
                        <w:lang w:val="es-ES"/>
                      </w:rPr>
                      <w:t xml:space="preserve">        PR</w:t>
                    </w:r>
                    <w:r w:rsidR="002F09E6" w:rsidRPr="00743043">
                      <w:rPr>
                        <w:noProof/>
                        <w:lang w:val="es-ES"/>
                      </w:rPr>
                      <w:t xml:space="preserve"> &amp; Social Media</w:t>
                    </w:r>
                  </w:p>
                  <w:p w14:paraId="49044299" w14:textId="77777777" w:rsidR="005328A6" w:rsidRPr="00743043" w:rsidRDefault="005328A6" w:rsidP="00224233">
                    <w:pPr>
                      <w:pStyle w:val="DallmerOrtsfeld8115"/>
                      <w:rPr>
                        <w:noProof/>
                        <w:lang w:val="es-ES"/>
                      </w:rPr>
                    </w:pPr>
                    <w:r w:rsidRPr="00743043">
                      <w:rPr>
                        <w:lang w:val="es-ES"/>
                      </w:rPr>
                      <w:t xml:space="preserve">        T + 49 2932 9616 – </w:t>
                    </w:r>
                    <w:r w:rsidRPr="00743043">
                      <w:rPr>
                        <w:noProof/>
                        <w:lang w:val="es-ES"/>
                      </w:rPr>
                      <w:t>19</w:t>
                    </w:r>
                    <w:r w:rsidR="0028462F" w:rsidRPr="00743043">
                      <w:rPr>
                        <w:noProof/>
                        <w:lang w:val="es-ES"/>
                      </w:rPr>
                      <w:t>1</w:t>
                    </w:r>
                    <w:r w:rsidRPr="00743043">
                      <w:rPr>
                        <w:noProof/>
                        <w:lang w:val="es-ES"/>
                      </w:rPr>
                      <w:t xml:space="preserve">                           </w:t>
                    </w:r>
                  </w:p>
                  <w:p w14:paraId="437BB5F5" w14:textId="77777777" w:rsidR="005328A6" w:rsidRPr="00F009E1" w:rsidRDefault="005328A6" w:rsidP="00224233">
                    <w:pPr>
                      <w:pStyle w:val="DallmerOrtsfeld8115"/>
                      <w:rPr>
                        <w:noProof/>
                        <w:lang w:val="en-GB"/>
                      </w:rPr>
                    </w:pPr>
                    <w:r w:rsidRPr="00743043">
                      <w:rPr>
                        <w:lang w:val="es-ES"/>
                      </w:rPr>
                      <w:t xml:space="preserve">        </w:t>
                    </w:r>
                    <w:r w:rsidRPr="00F009E1">
                      <w:rPr>
                        <w:lang w:val="en-GB"/>
                      </w:rPr>
                      <w:t xml:space="preserve">F + 49 2932 9616 – </w:t>
                    </w:r>
                    <w:r w:rsidRPr="00F009E1">
                      <w:rPr>
                        <w:noProof/>
                        <w:lang w:val="en-GB"/>
                      </w:rPr>
                      <w:t>419</w:t>
                    </w:r>
                    <w:r w:rsidR="0028462F" w:rsidRPr="00F009E1">
                      <w:rPr>
                        <w:noProof/>
                        <w:lang w:val="en-GB"/>
                      </w:rPr>
                      <w:t>1</w:t>
                    </w:r>
                    <w:r w:rsidRPr="00F009E1">
                      <w:rPr>
                        <w:noProof/>
                        <w:lang w:val="en-GB"/>
                      </w:rPr>
                      <w:t xml:space="preserve"> </w:t>
                    </w:r>
                  </w:p>
                  <w:p w14:paraId="7C005D27" w14:textId="77777777" w:rsidR="005328A6" w:rsidRPr="00F009E1" w:rsidRDefault="005328A6" w:rsidP="00281D8E">
                    <w:pPr>
                      <w:pStyle w:val="DallmerOrtsfeld8115"/>
                      <w:rPr>
                        <w:lang w:val="en-GB"/>
                      </w:rPr>
                    </w:pPr>
                    <w:r w:rsidRPr="00F009E1">
                      <w:rPr>
                        <w:lang w:val="en-GB"/>
                      </w:rPr>
                      <w:t xml:space="preserve">        E </w:t>
                    </w:r>
                    <w:r w:rsidR="0028462F" w:rsidRPr="00F009E1">
                      <w:rPr>
                        <w:noProof/>
                        <w:lang w:val="en-GB"/>
                      </w:rPr>
                      <w:t>Syl</w:t>
                    </w:r>
                    <w:r w:rsidR="00724B0A" w:rsidRPr="00F009E1">
                      <w:rPr>
                        <w:noProof/>
                        <w:lang w:val="en-GB"/>
                      </w:rPr>
                      <w:t>v</w:t>
                    </w:r>
                    <w:r w:rsidR="0028462F" w:rsidRPr="00F009E1">
                      <w:rPr>
                        <w:noProof/>
                        <w:lang w:val="en-GB"/>
                      </w:rPr>
                      <w:t>ia</w:t>
                    </w:r>
                    <w:r w:rsidRPr="00F009E1">
                      <w:rPr>
                        <w:noProof/>
                        <w:lang w:val="en-GB"/>
                      </w:rPr>
                      <w:t>.</w:t>
                    </w:r>
                    <w:r w:rsidR="0028462F" w:rsidRPr="00F009E1">
                      <w:rPr>
                        <w:noProof/>
                        <w:lang w:val="en-GB"/>
                      </w:rPr>
                      <w:t>Boesch</w:t>
                    </w:r>
                    <w:r w:rsidRPr="00F009E1">
                      <w:rPr>
                        <w:noProof/>
                        <w:lang w:val="en-GB"/>
                      </w:rPr>
                      <w:t>@dallmer.de</w:t>
                    </w:r>
                  </w:p>
                  <w:p w14:paraId="3502A99D" w14:textId="77777777" w:rsidR="005328A6" w:rsidRPr="00F009E1" w:rsidRDefault="005328A6" w:rsidP="00B14D73">
                    <w:pPr>
                      <w:pStyle w:val="DALLMERUnivers"/>
                      <w:rPr>
                        <w:lang w:val="en-GB"/>
                      </w:rPr>
                    </w:pPr>
                  </w:p>
                  <w:p w14:paraId="4231BD08" w14:textId="77777777" w:rsidR="005328A6" w:rsidRPr="00F009E1" w:rsidRDefault="005328A6" w:rsidP="00224233">
                    <w:pPr>
                      <w:pStyle w:val="DALLMERUnivers"/>
                      <w:ind w:left="0" w:firstLine="0"/>
                      <w:rPr>
                        <w:lang w:val="en-GB"/>
                      </w:rPr>
                    </w:pPr>
                  </w:p>
                  <w:p w14:paraId="092DC350" w14:textId="77777777" w:rsidR="005328A6" w:rsidRPr="008763BF" w:rsidRDefault="005328A6" w:rsidP="00B14D73">
                    <w:pPr>
                      <w:pStyle w:val="DALLMERUnivers"/>
                    </w:pPr>
                    <w:r w:rsidRPr="00F009E1">
                      <w:rPr>
                        <w:lang w:val="en-GB"/>
                      </w:rPr>
                      <w:t xml:space="preserve">Dallmer GmbH + Co. </w:t>
                    </w:r>
                    <w:r w:rsidRPr="008763BF">
                      <w:t>KG</w:t>
                    </w:r>
                  </w:p>
                  <w:p w14:paraId="3BAA7AA7"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1630210D" w14:textId="77777777" w:rsidR="005328A6" w:rsidRPr="008763BF" w:rsidRDefault="005328A6" w:rsidP="00B14D73">
                    <w:pPr>
                      <w:pStyle w:val="DALLMERUnivers"/>
                    </w:pPr>
                    <w:r w:rsidRPr="008763BF">
                      <w:t>59757 Arnsberg</w:t>
                    </w:r>
                  </w:p>
                  <w:p w14:paraId="4F70B508" w14:textId="77777777" w:rsidR="005328A6" w:rsidRPr="008763BF" w:rsidRDefault="005328A6" w:rsidP="00B14D73">
                    <w:pPr>
                      <w:pStyle w:val="DALLMERUnivers"/>
                    </w:pPr>
                    <w:r w:rsidRPr="008763BF">
                      <w:t>Germany</w:t>
                    </w:r>
                  </w:p>
                  <w:p w14:paraId="31DDCE6C" w14:textId="77777777" w:rsidR="005328A6" w:rsidRDefault="005328A6" w:rsidP="00D90348">
                    <w:pPr>
                      <w:pStyle w:val="DALLMERUnivers"/>
                      <w:ind w:left="0" w:firstLine="0"/>
                    </w:pPr>
                  </w:p>
                  <w:p w14:paraId="2544C8E6" w14:textId="77777777" w:rsidR="005328A6" w:rsidRPr="008763BF" w:rsidRDefault="005328A6" w:rsidP="00B14D73">
                    <w:pPr>
                      <w:pStyle w:val="DALLMERUnivers"/>
                    </w:pPr>
                    <w:r w:rsidRPr="008763BF">
                      <w:t>Geschäftsführer:</w:t>
                    </w:r>
                  </w:p>
                  <w:p w14:paraId="5ADBD3DA" w14:textId="77777777" w:rsidR="005328A6" w:rsidRPr="00F355C7" w:rsidRDefault="005328A6" w:rsidP="00B14D73">
                    <w:pPr>
                      <w:pStyle w:val="DALLMERUnivers"/>
                      <w:rPr>
                        <w:lang w:val="en-GB"/>
                      </w:rPr>
                    </w:pPr>
                    <w:r w:rsidRPr="00F355C7">
                      <w:rPr>
                        <w:lang w:val="en-GB"/>
                      </w:rPr>
                      <w:t>Dipl.-Ing. Johannes Dallmer</w:t>
                    </w:r>
                  </w:p>
                  <w:p w14:paraId="3E5B4A28" w14:textId="77777777" w:rsidR="005328A6" w:rsidRPr="008763BF" w:rsidRDefault="005328A6" w:rsidP="00B14D73">
                    <w:pPr>
                      <w:pStyle w:val="DALLMERUnivers"/>
                    </w:pPr>
                    <w:r w:rsidRPr="00F355C7">
                      <w:rPr>
                        <w:lang w:val="en-GB"/>
                      </w:rPr>
                      <w:t xml:space="preserve">Dipl.-Btrw. </w:t>
                    </w:r>
                    <w:r w:rsidRPr="008763BF">
                      <w:t>Yvonne Dallmer</w:t>
                    </w:r>
                  </w:p>
                  <w:p w14:paraId="4F38B2F4" w14:textId="77777777" w:rsidR="005328A6" w:rsidRDefault="005328A6" w:rsidP="00B14D73">
                    <w:pPr>
                      <w:pStyle w:val="DALLMERUnivers"/>
                    </w:pPr>
                    <w:r w:rsidRPr="008763BF">
                      <w:t>Dipl.-Ing. Harry Bauermeister</w:t>
                    </w:r>
                  </w:p>
                  <w:p w14:paraId="4D360CFD" w14:textId="77777777" w:rsidR="005328A6" w:rsidRDefault="005328A6" w:rsidP="00B14D73">
                    <w:pPr>
                      <w:pStyle w:val="DALLMERUnivers"/>
                    </w:pPr>
                  </w:p>
                  <w:p w14:paraId="2D9D114A" w14:textId="77777777" w:rsidR="005328A6" w:rsidRDefault="005328A6" w:rsidP="00B14D73">
                    <w:pPr>
                      <w:pStyle w:val="DALLMERUnivers"/>
                    </w:pPr>
                  </w:p>
                  <w:p w14:paraId="7DAD1361" w14:textId="77777777" w:rsidR="005328A6" w:rsidRDefault="005328A6" w:rsidP="00B14D73">
                    <w:pPr>
                      <w:pStyle w:val="DALLMERUnivers"/>
                    </w:pPr>
                  </w:p>
                  <w:p w14:paraId="73CD65B9" w14:textId="77777777" w:rsidR="005328A6" w:rsidRPr="00245BAF" w:rsidRDefault="005328A6" w:rsidP="00D90348">
                    <w:pPr>
                      <w:pStyle w:val="DALLMERUnivers"/>
                    </w:pPr>
                    <w:r w:rsidRPr="00245BAF">
                      <w:t>Abdruck frei – Beleg erbeten</w:t>
                    </w:r>
                  </w:p>
                  <w:p w14:paraId="29C46338"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1F7DD277" wp14:editId="38FFE1FE">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2F05"/>
    <w:rsid w:val="000737E0"/>
    <w:rsid w:val="000742B8"/>
    <w:rsid w:val="00074A81"/>
    <w:rsid w:val="000800CF"/>
    <w:rsid w:val="000808C1"/>
    <w:rsid w:val="0008395E"/>
    <w:rsid w:val="00090A20"/>
    <w:rsid w:val="0009521A"/>
    <w:rsid w:val="00097BAB"/>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567EE"/>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3FE2"/>
    <w:rsid w:val="001C4411"/>
    <w:rsid w:val="001C68CF"/>
    <w:rsid w:val="001D16CB"/>
    <w:rsid w:val="001D19EB"/>
    <w:rsid w:val="001D2A53"/>
    <w:rsid w:val="001E0108"/>
    <w:rsid w:val="001E1D42"/>
    <w:rsid w:val="001E1F8B"/>
    <w:rsid w:val="001E26C5"/>
    <w:rsid w:val="001E42D2"/>
    <w:rsid w:val="001E4CAE"/>
    <w:rsid w:val="001E7F43"/>
    <w:rsid w:val="001F4E45"/>
    <w:rsid w:val="00200735"/>
    <w:rsid w:val="0020079F"/>
    <w:rsid w:val="002027AA"/>
    <w:rsid w:val="00202B0E"/>
    <w:rsid w:val="002074A6"/>
    <w:rsid w:val="00213C4F"/>
    <w:rsid w:val="00215C69"/>
    <w:rsid w:val="00215EC6"/>
    <w:rsid w:val="002163A2"/>
    <w:rsid w:val="00217D28"/>
    <w:rsid w:val="002218FC"/>
    <w:rsid w:val="00221D3A"/>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F9B"/>
    <w:rsid w:val="002F4167"/>
    <w:rsid w:val="002F6D88"/>
    <w:rsid w:val="002F7C57"/>
    <w:rsid w:val="00301AFE"/>
    <w:rsid w:val="00303FD7"/>
    <w:rsid w:val="003066C2"/>
    <w:rsid w:val="00306CB2"/>
    <w:rsid w:val="0030728B"/>
    <w:rsid w:val="003108E4"/>
    <w:rsid w:val="00310B3C"/>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862E5"/>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7AF"/>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2F9"/>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57592"/>
    <w:rsid w:val="005700D0"/>
    <w:rsid w:val="00572EF5"/>
    <w:rsid w:val="005730EA"/>
    <w:rsid w:val="00573138"/>
    <w:rsid w:val="00573B7B"/>
    <w:rsid w:val="00573CA4"/>
    <w:rsid w:val="00581B6E"/>
    <w:rsid w:val="00582429"/>
    <w:rsid w:val="00583D88"/>
    <w:rsid w:val="0058556E"/>
    <w:rsid w:val="00585751"/>
    <w:rsid w:val="00590E29"/>
    <w:rsid w:val="00592665"/>
    <w:rsid w:val="005966C2"/>
    <w:rsid w:val="005A0266"/>
    <w:rsid w:val="005A0FDC"/>
    <w:rsid w:val="005A2267"/>
    <w:rsid w:val="005A4AAD"/>
    <w:rsid w:val="005B11D2"/>
    <w:rsid w:val="005B1827"/>
    <w:rsid w:val="005B1C6F"/>
    <w:rsid w:val="005B3DF0"/>
    <w:rsid w:val="005B68F5"/>
    <w:rsid w:val="005C1C6A"/>
    <w:rsid w:val="005C3056"/>
    <w:rsid w:val="005C33B4"/>
    <w:rsid w:val="005C39D6"/>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53217"/>
    <w:rsid w:val="006628D9"/>
    <w:rsid w:val="006670A4"/>
    <w:rsid w:val="00667363"/>
    <w:rsid w:val="0066798E"/>
    <w:rsid w:val="00674453"/>
    <w:rsid w:val="00674634"/>
    <w:rsid w:val="00674BBC"/>
    <w:rsid w:val="0067652D"/>
    <w:rsid w:val="00677940"/>
    <w:rsid w:val="00677B29"/>
    <w:rsid w:val="00682D7B"/>
    <w:rsid w:val="006851C1"/>
    <w:rsid w:val="00693DD8"/>
    <w:rsid w:val="00696B8C"/>
    <w:rsid w:val="006A41EC"/>
    <w:rsid w:val="006A4BFE"/>
    <w:rsid w:val="006B073C"/>
    <w:rsid w:val="006B0AEF"/>
    <w:rsid w:val="006B61BB"/>
    <w:rsid w:val="006B64B4"/>
    <w:rsid w:val="006B7DFD"/>
    <w:rsid w:val="006C2786"/>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3A78"/>
    <w:rsid w:val="00742403"/>
    <w:rsid w:val="0074304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56604"/>
    <w:rsid w:val="00860CB5"/>
    <w:rsid w:val="00860F1C"/>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087E"/>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2DA3"/>
    <w:rsid w:val="009832FD"/>
    <w:rsid w:val="0098732D"/>
    <w:rsid w:val="0099026A"/>
    <w:rsid w:val="00992E70"/>
    <w:rsid w:val="009A1F78"/>
    <w:rsid w:val="009A46E0"/>
    <w:rsid w:val="009B1CFE"/>
    <w:rsid w:val="009B5721"/>
    <w:rsid w:val="009C3B7E"/>
    <w:rsid w:val="009C63FC"/>
    <w:rsid w:val="009D5B89"/>
    <w:rsid w:val="009D641F"/>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3F6F"/>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43F8"/>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710CD"/>
    <w:rsid w:val="00B8042F"/>
    <w:rsid w:val="00B81AD5"/>
    <w:rsid w:val="00B8554F"/>
    <w:rsid w:val="00B86370"/>
    <w:rsid w:val="00B874E6"/>
    <w:rsid w:val="00B90EAC"/>
    <w:rsid w:val="00B93030"/>
    <w:rsid w:val="00B93FCB"/>
    <w:rsid w:val="00BA137F"/>
    <w:rsid w:val="00BA201E"/>
    <w:rsid w:val="00BA368A"/>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AC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70A94"/>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1F81"/>
    <w:rsid w:val="00D02B3A"/>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05B3"/>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7B42"/>
    <w:rsid w:val="00DD7C85"/>
    <w:rsid w:val="00DE13D1"/>
    <w:rsid w:val="00DE5B11"/>
    <w:rsid w:val="00DE6742"/>
    <w:rsid w:val="00DF2A82"/>
    <w:rsid w:val="00DF548C"/>
    <w:rsid w:val="00E06ECB"/>
    <w:rsid w:val="00E079F9"/>
    <w:rsid w:val="00E13DEB"/>
    <w:rsid w:val="00E1435F"/>
    <w:rsid w:val="00E26414"/>
    <w:rsid w:val="00E27716"/>
    <w:rsid w:val="00E30254"/>
    <w:rsid w:val="00E32C90"/>
    <w:rsid w:val="00E35FAF"/>
    <w:rsid w:val="00E43EE1"/>
    <w:rsid w:val="00E45621"/>
    <w:rsid w:val="00E50635"/>
    <w:rsid w:val="00E5357F"/>
    <w:rsid w:val="00E5672A"/>
    <w:rsid w:val="00E5784A"/>
    <w:rsid w:val="00E610A3"/>
    <w:rsid w:val="00E61ACE"/>
    <w:rsid w:val="00E64B0B"/>
    <w:rsid w:val="00E64FC2"/>
    <w:rsid w:val="00E740FB"/>
    <w:rsid w:val="00E74318"/>
    <w:rsid w:val="00E83839"/>
    <w:rsid w:val="00E84171"/>
    <w:rsid w:val="00E94969"/>
    <w:rsid w:val="00E963E1"/>
    <w:rsid w:val="00EA19C1"/>
    <w:rsid w:val="00EA4FCA"/>
    <w:rsid w:val="00EA5D87"/>
    <w:rsid w:val="00EA6A3F"/>
    <w:rsid w:val="00EB0461"/>
    <w:rsid w:val="00EB0DAB"/>
    <w:rsid w:val="00EB2E6F"/>
    <w:rsid w:val="00EB65C8"/>
    <w:rsid w:val="00EC646D"/>
    <w:rsid w:val="00EC7423"/>
    <w:rsid w:val="00ED1AF8"/>
    <w:rsid w:val="00ED733D"/>
    <w:rsid w:val="00ED7AA7"/>
    <w:rsid w:val="00EE07FA"/>
    <w:rsid w:val="00EE1EF4"/>
    <w:rsid w:val="00EE20D7"/>
    <w:rsid w:val="00EF0112"/>
    <w:rsid w:val="00EF44BC"/>
    <w:rsid w:val="00EF5532"/>
    <w:rsid w:val="00EF5C0F"/>
    <w:rsid w:val="00F009E1"/>
    <w:rsid w:val="00F022B1"/>
    <w:rsid w:val="00F022F3"/>
    <w:rsid w:val="00F05005"/>
    <w:rsid w:val="00F13FE2"/>
    <w:rsid w:val="00F168F4"/>
    <w:rsid w:val="00F200A1"/>
    <w:rsid w:val="00F22226"/>
    <w:rsid w:val="00F23E77"/>
    <w:rsid w:val="00F24385"/>
    <w:rsid w:val="00F248F9"/>
    <w:rsid w:val="00F30703"/>
    <w:rsid w:val="00F32C71"/>
    <w:rsid w:val="00F3302A"/>
    <w:rsid w:val="00F355C7"/>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594A"/>
    <w:rsid w:val="00F918A6"/>
    <w:rsid w:val="00F91AB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697C"/>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20B9F1"/>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2F241-AAEF-4A80-832F-463DC2D7C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283</Words>
  <Characters>1786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12</cp:revision>
  <cp:lastPrinted>2021-09-20T12:39:00Z</cp:lastPrinted>
  <dcterms:created xsi:type="dcterms:W3CDTF">2023-03-10T11:56:00Z</dcterms:created>
  <dcterms:modified xsi:type="dcterms:W3CDTF">2024-11-06T07:11:00Z</dcterms:modified>
</cp:coreProperties>
</file>